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84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280"/>
        <w:gridCol w:w="5280"/>
        <w:gridCol w:w="5280"/>
      </w:tblGrid>
      <w:tr w:rsidR="00FB3767" w14:paraId="0FCF623C" w14:textId="77777777" w:rsidTr="0092124E">
        <w:trPr>
          <w:trHeight w:val="2151"/>
        </w:trPr>
        <w:tc>
          <w:tcPr>
            <w:tcW w:w="5280" w:type="dxa"/>
          </w:tcPr>
          <w:p w14:paraId="433A5FDE" w14:textId="77777777" w:rsidR="00FB3767" w:rsidRDefault="001F1D98" w:rsidP="00997614">
            <w:pPr>
              <w:ind w:left="144" w:right="144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9200" behindDoc="1" locked="0" layoutInCell="1" allowOverlap="1" wp14:anchorId="0FC0DA13" wp14:editId="747AD5FA">
                      <wp:simplePos x="0" y="0"/>
                      <wp:positionH relativeFrom="column">
                        <wp:posOffset>-91164</wp:posOffset>
                      </wp:positionH>
                      <wp:positionV relativeFrom="page">
                        <wp:posOffset>-625165</wp:posOffset>
                      </wp:positionV>
                      <wp:extent cx="3077809" cy="1544412"/>
                      <wp:effectExtent l="0" t="0" r="8890" b="0"/>
                      <wp:wrapNone/>
                      <wp:docPr id="201" name="Group 201" descr="colored graphic boxes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0800000">
                                <a:off x="0" y="0"/>
                                <a:ext cx="3077809" cy="1544412"/>
                                <a:chOff x="0" y="0"/>
                                <a:chExt cx="2688609" cy="1350607"/>
                              </a:xfrm>
                            </wpg:grpSpPr>
                            <wps:wsp>
                              <wps:cNvPr id="202" name="Rectangle 202"/>
                              <wps:cNvSpPr/>
                              <wps:spPr>
                                <a:xfrm>
                                  <a:off x="1774209" y="0"/>
                                  <a:ext cx="914400" cy="9144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3" name="Rectangle 203"/>
                              <wps:cNvSpPr/>
                              <wps:spPr>
                                <a:xfrm>
                                  <a:off x="873457" y="300250"/>
                                  <a:ext cx="613410" cy="6134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4" name="Rectangle 204"/>
                              <wps:cNvSpPr/>
                              <wps:spPr>
                                <a:xfrm>
                                  <a:off x="1364776" y="736979"/>
                                  <a:ext cx="613628" cy="6136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5" name="Rectangle 205"/>
                              <wps:cNvSpPr/>
                              <wps:spPr>
                                <a:xfrm>
                                  <a:off x="0" y="573205"/>
                                  <a:ext cx="449580" cy="4495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2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" name="Rectangle 206"/>
                              <wps:cNvSpPr/>
                              <wps:spPr>
                                <a:xfrm>
                                  <a:off x="545911" y="900752"/>
                                  <a:ext cx="422275" cy="422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EC06B9" id="Group 201" o:spid="_x0000_s1026" alt="colored graphic boxes" style="position:absolute;margin-left:-7.2pt;margin-top:-49.25pt;width:242.35pt;height:121.6pt;rotation:180;z-index:-251617280;mso-position-vertical-relative:page;mso-width-relative:margin;mso-height-relative:margin" coordsize="26886,13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">
                      <v:rect id="Rectangle 202" o:spid="_x0000_s1027" style="position:absolute;left:17742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" fillcolor="#a5300f [3204]" stroked="f" strokeweight="1pt"/>
                      <v:rect id="Rectangle 203" o:spid="_x0000_s1028" style="position:absolute;left:8734;top:3002;width:6134;height:61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" fillcolor="#f49e86 [1300]" stroked="f" strokeweight="1pt"/>
                      <v:rect id="Rectangle 204" o:spid="_x0000_s1029" style="position:absolute;left:13647;top:7369;width:6137;height:61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" fillcolor="#ee6d49 [1940]" stroked="f" strokeweight="1pt"/>
                      <v:rect id="Rectangle 205" o:spid="_x0000_s1030" style="position:absolute;top:5732;width:4495;height:4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" fillcolor="#f4ba9b [1301]" stroked="f"/>
                      <v:rect id="Rectangle 206" o:spid="_x0000_s1031" style="position:absolute;left:5459;top:9007;width:4222;height:4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" fillcolor="#b19c7d [3207]" stroked="f"/>
                      <w10:wrap anchory="page"/>
                    </v:group>
                  </w:pict>
                </mc:Fallback>
              </mc:AlternateContent>
            </w:r>
          </w:p>
        </w:tc>
        <w:tc>
          <w:tcPr>
            <w:tcW w:w="5280" w:type="dxa"/>
          </w:tcPr>
          <w:p w14:paraId="317C92F4" w14:textId="77777777" w:rsidR="00FB3767" w:rsidRDefault="00FB3767" w:rsidP="00997614">
            <w:pPr>
              <w:ind w:left="144" w:right="144"/>
            </w:pPr>
          </w:p>
        </w:tc>
        <w:tc>
          <w:tcPr>
            <w:tcW w:w="5280" w:type="dxa"/>
          </w:tcPr>
          <w:p w14:paraId="131E632D" w14:textId="77777777" w:rsidR="00FB3767" w:rsidRDefault="001F1D98" w:rsidP="00997614">
            <w:pPr>
              <w:pStyle w:val="Heading1"/>
              <w:ind w:left="144" w:right="144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5104" behindDoc="1" locked="0" layoutInCell="1" allowOverlap="1" wp14:anchorId="276FD82D" wp14:editId="08C4EFAC">
                      <wp:simplePos x="0" y="0"/>
                      <wp:positionH relativeFrom="column">
                        <wp:posOffset>96502</wp:posOffset>
                      </wp:positionH>
                      <wp:positionV relativeFrom="page">
                        <wp:posOffset>-370205</wp:posOffset>
                      </wp:positionV>
                      <wp:extent cx="3448444" cy="1581830"/>
                      <wp:effectExtent l="0" t="0" r="0" b="0"/>
                      <wp:wrapNone/>
                      <wp:docPr id="17" name="Group 17" descr="colored graphic boxes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48444" cy="1581830"/>
                                <a:chOff x="0" y="0"/>
                                <a:chExt cx="2688609" cy="1350607"/>
                              </a:xfrm>
                            </wpg:grpSpPr>
                            <wps:wsp>
                              <wps:cNvPr id="11" name="Rectangle 11"/>
                              <wps:cNvSpPr/>
                              <wps:spPr>
                                <a:xfrm>
                                  <a:off x="1774209" y="0"/>
                                  <a:ext cx="914400" cy="9144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Rectangle 12"/>
                              <wps:cNvSpPr/>
                              <wps:spPr>
                                <a:xfrm>
                                  <a:off x="873457" y="300250"/>
                                  <a:ext cx="613410" cy="6134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Rectangle 13"/>
                              <wps:cNvSpPr/>
                              <wps:spPr>
                                <a:xfrm>
                                  <a:off x="1364776" y="736979"/>
                                  <a:ext cx="613628" cy="6136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Rectangle 15"/>
                              <wps:cNvSpPr/>
                              <wps:spPr>
                                <a:xfrm>
                                  <a:off x="0" y="573205"/>
                                  <a:ext cx="449580" cy="4495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Rectangle 16"/>
                              <wps:cNvSpPr/>
                              <wps:spPr>
                                <a:xfrm>
                                  <a:off x="545911" y="900752"/>
                                  <a:ext cx="422275" cy="422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2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D35AA6A" id="Group 17" o:spid="_x0000_s1026" alt="colored graphic boxes" style="position:absolute;margin-left:7.6pt;margin-top:-29.15pt;width:271.55pt;height:124.55pt;z-index:-251621376;mso-position-vertical-relative:page;mso-width-relative:margin;mso-height-relative:margin" coordsize="26886,13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">
                      <v:rect id="Rectangle 11" o:spid="_x0000_s1027" style="position:absolute;left:17742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" fillcolor="#a5300f [3204]" stroked="f" strokeweight="1pt"/>
                      <v:rect id="Rectangle 12" o:spid="_x0000_s1028" style="position:absolute;left:8734;top:3002;width:6134;height:61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" fillcolor="#f49e86 [1300]" stroked="f" strokeweight="1pt"/>
                      <v:rect id="Rectangle 13" o:spid="_x0000_s1029" style="position:absolute;left:13647;top:7369;width:6137;height:61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" fillcolor="#ee6d49 [1940]" stroked="f" strokeweight="1pt"/>
                      <v:rect id="Rectangle 15" o:spid="_x0000_s1030" style="position:absolute;top:5732;width:4495;height:4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" fillcolor="#b19c7d [3207]" stroked="f"/>
                      <v:rect id="Rectangle 16" o:spid="_x0000_s1031" style="position:absolute;left:5459;top:9007;width:4222;height:4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" fillcolor="#f4ba9b [1301]" stroked="f" strokeweight="1pt"/>
                      <w10:wrap anchory="page"/>
                    </v:group>
                  </w:pict>
                </mc:Fallback>
              </mc:AlternateContent>
            </w:r>
          </w:p>
        </w:tc>
      </w:tr>
      <w:tr w:rsidR="00FB3767" w14:paraId="006BBF7E" w14:textId="77777777" w:rsidTr="0092124E">
        <w:trPr>
          <w:trHeight w:val="4869"/>
        </w:trPr>
        <w:tc>
          <w:tcPr>
            <w:tcW w:w="5280" w:type="dxa"/>
          </w:tcPr>
          <w:p w14:paraId="21F843B5" w14:textId="77777777" w:rsidR="00FB3767" w:rsidRDefault="00491776" w:rsidP="00997614">
            <w:pPr>
              <w:ind w:left="144" w:right="144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2272" behindDoc="1" locked="0" layoutInCell="1" allowOverlap="1" wp14:anchorId="062B4B3E" wp14:editId="45F22E03">
                      <wp:simplePos x="0" y="0"/>
                      <wp:positionH relativeFrom="column">
                        <wp:posOffset>1587679</wp:posOffset>
                      </wp:positionH>
                      <wp:positionV relativeFrom="paragraph">
                        <wp:posOffset>4561205</wp:posOffset>
                      </wp:positionV>
                      <wp:extent cx="4876165" cy="1801495"/>
                      <wp:effectExtent l="0" t="0" r="635" b="8255"/>
                      <wp:wrapNone/>
                      <wp:docPr id="213" name="Group 213" descr="colored graphic boxes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876165" cy="1801495"/>
                                <a:chOff x="0" y="-16782"/>
                                <a:chExt cx="2222828" cy="821921"/>
                              </a:xfrm>
                            </wpg:grpSpPr>
                            <wpg:grpSp>
                              <wpg:cNvPr id="18" name="Group 18"/>
                              <wpg:cNvGrpSpPr/>
                              <wpg:grpSpPr>
                                <a:xfrm>
                                  <a:off x="0" y="68239"/>
                                  <a:ext cx="873451" cy="438582"/>
                                  <a:chOff x="0" y="0"/>
                                  <a:chExt cx="2688609" cy="1350607"/>
                                </a:xfrm>
                              </wpg:grpSpPr>
                              <wps:wsp>
                                <wps:cNvPr id="19" name="Rectangle 19"/>
                                <wps:cNvSpPr/>
                                <wps:spPr>
                                  <a:xfrm>
                                    <a:off x="1774209" y="0"/>
                                    <a:ext cx="914400" cy="914400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" name="Rectangle 20"/>
                                <wps:cNvSpPr/>
                                <wps:spPr>
                                  <a:xfrm>
                                    <a:off x="873457" y="300250"/>
                                    <a:ext cx="613410" cy="6134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" name="Rectangle 21"/>
                                <wps:cNvSpPr/>
                                <wps:spPr>
                                  <a:xfrm>
                                    <a:off x="1364776" y="736979"/>
                                    <a:ext cx="613628" cy="61362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60000"/>
                                      <a:lumOff val="40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" name="Rectangle 26"/>
                                <wps:cNvSpPr/>
                                <wps:spPr>
                                  <a:xfrm>
                                    <a:off x="0" y="573205"/>
                                    <a:ext cx="449580" cy="4495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2">
                                      <a:lumMod val="40000"/>
                                      <a:lumOff val="60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" name="Rectangle 29"/>
                                <wps:cNvSpPr/>
                                <wps:spPr>
                                  <a:xfrm>
                                    <a:off x="545911" y="900752"/>
                                    <a:ext cx="422275" cy="4222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2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07" name="Group 207"/>
                              <wpg:cNvGrpSpPr/>
                              <wpg:grpSpPr>
                                <a:xfrm>
                                  <a:off x="750627" y="-16782"/>
                                  <a:ext cx="1472201" cy="821921"/>
                                  <a:chOff x="0" y="-27577"/>
                                  <a:chExt cx="2416864" cy="1350607"/>
                                </a:xfrm>
                              </wpg:grpSpPr>
                              <wps:wsp>
                                <wps:cNvPr id="208" name="Rectangle 208"/>
                                <wps:cNvSpPr/>
                                <wps:spPr>
                                  <a:xfrm>
                                    <a:off x="1502464" y="-27577"/>
                                    <a:ext cx="914400" cy="914400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9" name="Rectangle 209"/>
                                <wps:cNvSpPr/>
                                <wps:spPr>
                                  <a:xfrm>
                                    <a:off x="601711" y="272673"/>
                                    <a:ext cx="613410" cy="6134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0" name="Rectangle 210"/>
                                <wps:cNvSpPr/>
                                <wps:spPr>
                                  <a:xfrm>
                                    <a:off x="1093031" y="709402"/>
                                    <a:ext cx="613628" cy="61362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60000"/>
                                      <a:lumOff val="40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1" name="Rectangle 211"/>
                                <wps:cNvSpPr/>
                                <wps:spPr>
                                  <a:xfrm>
                                    <a:off x="0" y="573205"/>
                                    <a:ext cx="449580" cy="4495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2" name="Rectangle 212"/>
                                <wps:cNvSpPr/>
                                <wps:spPr>
                                  <a:xfrm>
                                    <a:off x="274166" y="873175"/>
                                    <a:ext cx="422275" cy="4222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2">
                                      <a:lumMod val="40000"/>
                                      <a:lumOff val="60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9ED222" id="Group 213" o:spid="_x0000_s1026" alt="colored graphic boxes" style="position:absolute;margin-left:125pt;margin-top:359.15pt;width:383.95pt;height:141.85pt;z-index:-251614208;mso-width-relative:margin;mso-height-relative:margin" coordorigin=",-167" coordsize="22228,8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">
                      <v:group id="Group 18" o:spid="_x0000_s1027" style="position:absolute;top:682;width:8734;height:4386" coordsize="26886,13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  <v:rect id="Rectangle 19" o:spid="_x0000_s1028" style="position:absolute;left:17742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" fillcolor="#a5300f [3204]" stroked="f" strokeweight="1pt"/>
                        <v:rect id="Rectangle 20" o:spid="_x0000_s1029" style="position:absolute;left:8734;top:3002;width:6134;height:61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" fillcolor="#f49e86 [1300]" stroked="f" strokeweight="1pt"/>
                        <v:rect id="Rectangle 21" o:spid="_x0000_s1030" style="position:absolute;left:13647;top:7369;width:6137;height:61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" fillcolor="#ee6d49 [1940]" stroked="f" strokeweight="1pt"/>
                        <v:rect id="Rectangle 26" o:spid="_x0000_s1031" style="position:absolute;top:5732;width:4495;height:4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" fillcolor="#f4ba9b [1301]" stroked="f" strokeweight="1pt"/>
                        <v:rect id="Rectangle 29" o:spid="_x0000_s1032" style="position:absolute;left:5459;top:9007;width:4222;height:4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" fillcolor="#e5c243 [3214]" stroked="f" strokeweight="1pt"/>
                      </v:group>
                      <v:group id="Group 207" o:spid="_x0000_s1033" style="position:absolute;left:7506;top:-167;width:14722;height:8218" coordorigin=",-275" coordsize="24168,13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      <v:rect id="Rectangle 208" o:spid="_x0000_s1034" style="position:absolute;left:15024;top:-275;width:9144;height:9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" fillcolor="#a5300f [3204]" stroked="f" strokeweight="1pt"/>
                        <v:rect id="Rectangle 209" o:spid="_x0000_s1035" style="position:absolute;left:6017;top:2726;width:6134;height:61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" fillcolor="#f49e86 [1300]" stroked="f" strokeweight="1pt"/>
                        <v:rect id="Rectangle 210" o:spid="_x0000_s1036" style="position:absolute;left:10930;top:7094;width:6136;height:61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" fillcolor="#ee6d49 [1940]" stroked="f" strokeweight="1pt"/>
                        <v:rect id="Rectangle 211" o:spid="_x0000_s1037" style="position:absolute;top:5732;width:4495;height:4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" fillcolor="#b19c7d [3207]" stroked="f" strokeweight="1pt"/>
                        <v:rect id="Rectangle 212" o:spid="_x0000_s1038" style="position:absolute;left:2741;top:8731;width:4223;height:4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" fillcolor="#f4ba9b [1301]" stroked="f" strokeweight="1pt"/>
                      </v:group>
                    </v:group>
                  </w:pict>
                </mc:Fallback>
              </mc:AlternateContent>
            </w:r>
            <w:r w:rsidR="00022169">
              <w:rPr>
                <w:noProof/>
              </w:rPr>
              <mc:AlternateContent>
                <mc:Choice Requires="wps">
                  <w:drawing>
                    <wp:inline distT="0" distB="0" distL="0" distR="0" wp14:anchorId="76DC1489" wp14:editId="740CB7BD">
                      <wp:extent cx="2759203" cy="5057271"/>
                      <wp:effectExtent l="0" t="0" r="0" b="0"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59203" cy="50572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C5048EB" w14:textId="79E07C01" w:rsidR="00022169" w:rsidRPr="00022169" w:rsidRDefault="00022169" w:rsidP="004A4695">
                                  <w:pPr>
                                    <w:pStyle w:val="Heading4"/>
                                  </w:pPr>
                                  <w:r w:rsidRPr="00022169">
                                    <w:t xml:space="preserve">How </w:t>
                                  </w:r>
                                  <w:r w:rsidR="0065526D">
                                    <w:t>is it (actually) going?</w:t>
                                  </w:r>
                                </w:p>
                                <w:p w14:paraId="72E90E9E" w14:textId="579143D1" w:rsidR="0065526D" w:rsidRDefault="0065526D" w:rsidP="004A469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Your Business Revenues:</w:t>
                                  </w:r>
                                </w:p>
                                <w:p w14:paraId="7AE39438" w14:textId="2BF55EF4" w:rsidR="0065526D" w:rsidRDefault="0065526D" w:rsidP="0065526D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bookmarkStart w:id="0" w:name="_Hlk504311109"/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This YTD: _____________</w:t>
                                  </w:r>
                                </w:p>
                                <w:p w14:paraId="5910551D" w14:textId="55BD92E2" w:rsidR="0065526D" w:rsidRDefault="0065526D" w:rsidP="0065526D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Last Year: _____________</w:t>
                                  </w:r>
                                </w:p>
                                <w:p w14:paraId="64B8BC52" w14:textId="762FCF63" w:rsidR="0065526D" w:rsidRDefault="0065526D" w:rsidP="0065526D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 Yrs Ago: _____________</w:t>
                                  </w:r>
                                </w:p>
                                <w:bookmarkEnd w:id="0"/>
                                <w:p w14:paraId="1B324195" w14:textId="08D2185F" w:rsidR="0065526D" w:rsidRDefault="0065526D" w:rsidP="0065526D">
                                  <w:pPr>
                                    <w:pStyle w:val="ListParagraph"/>
                                    <w:ind w:left="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Your Business Profits:</w:t>
                                  </w:r>
                                </w:p>
                                <w:p w14:paraId="1E7D6A33" w14:textId="77777777" w:rsidR="0065526D" w:rsidRPr="0065526D" w:rsidRDefault="0065526D" w:rsidP="0065526D">
                                  <w:pPr>
                                    <w:pStyle w:val="ListParagraph"/>
                                    <w:numPr>
                                      <w:ilvl w:val="0"/>
                                      <w:numId w:val="14"/>
                                    </w:num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5526D">
                                    <w:rPr>
                                      <w:sz w:val="28"/>
                                      <w:szCs w:val="28"/>
                                    </w:rPr>
                                    <w:t>This YTD: _____________</w:t>
                                  </w:r>
                                </w:p>
                                <w:p w14:paraId="4C5FD6EE" w14:textId="77777777" w:rsidR="0065526D" w:rsidRPr="0065526D" w:rsidRDefault="0065526D" w:rsidP="0065526D">
                                  <w:pPr>
                                    <w:pStyle w:val="ListParagraph"/>
                                    <w:numPr>
                                      <w:ilvl w:val="0"/>
                                      <w:numId w:val="14"/>
                                    </w:num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5526D">
                                    <w:rPr>
                                      <w:sz w:val="28"/>
                                      <w:szCs w:val="28"/>
                                    </w:rPr>
                                    <w:t>Last Year: _____________</w:t>
                                  </w:r>
                                </w:p>
                                <w:p w14:paraId="13C54F57" w14:textId="77777777" w:rsidR="0065526D" w:rsidRPr="0065526D" w:rsidRDefault="0065526D" w:rsidP="0065526D">
                                  <w:pPr>
                                    <w:pStyle w:val="ListParagraph"/>
                                    <w:numPr>
                                      <w:ilvl w:val="0"/>
                                      <w:numId w:val="14"/>
                                    </w:num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5526D">
                                    <w:rPr>
                                      <w:sz w:val="28"/>
                                      <w:szCs w:val="28"/>
                                    </w:rPr>
                                    <w:t>2 Yrs Ago: _____________</w:t>
                                  </w:r>
                                </w:p>
                                <w:p w14:paraId="7EFDB2EC" w14:textId="58BBE957" w:rsidR="0065526D" w:rsidRDefault="0065526D" w:rsidP="0065526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BF39FAC" w14:textId="01F0D93F" w:rsidR="0065526D" w:rsidRDefault="0065526D" w:rsidP="0065526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Revenues tell us if ___________ has grown in the __________.</w:t>
                                  </w:r>
                                </w:p>
                                <w:p w14:paraId="0FCAF95E" w14:textId="78CD3675" w:rsidR="0065526D" w:rsidRDefault="0065526D" w:rsidP="0065526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73AF16E5" w14:textId="3A95C6E0" w:rsidR="0065526D" w:rsidRDefault="0065526D" w:rsidP="0065526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Profits tell us if ___________ have grown in the __________.</w:t>
                                  </w:r>
                                </w:p>
                                <w:p w14:paraId="1EFB5073" w14:textId="2A4A13C9" w:rsidR="0065526D" w:rsidRDefault="0065526D" w:rsidP="0065526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76E5CED9" w14:textId="2B50FF09" w:rsidR="0065526D" w:rsidRDefault="0065526D" w:rsidP="0065526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Nerd it out a bit: </w:t>
                                  </w:r>
                                </w:p>
                                <w:p w14:paraId="5D54B66A" w14:textId="13D21B4D" w:rsidR="0065526D" w:rsidRPr="0065526D" w:rsidRDefault="0065526D" w:rsidP="0065526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___________  ___________ measurements don’t tell us much.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76DC148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6" type="#_x0000_t202" style="width:217.25pt;height:39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" filled="f" stroked="f" strokeweight=".5pt">
                      <v:textbox>
                        <w:txbxContent>
                          <w:p w14:paraId="7C5048EB" w14:textId="79E07C01" w:rsidR="00022169" w:rsidRPr="00022169" w:rsidRDefault="00022169" w:rsidP="004A4695">
                            <w:pPr>
                              <w:pStyle w:val="Heading4"/>
                            </w:pPr>
                            <w:r w:rsidRPr="00022169">
                              <w:t xml:space="preserve">How </w:t>
                            </w:r>
                            <w:r w:rsidR="0065526D">
                              <w:t>is it (actually) going?</w:t>
                            </w:r>
                          </w:p>
                          <w:p w14:paraId="72E90E9E" w14:textId="579143D1" w:rsidR="0065526D" w:rsidRDefault="0065526D" w:rsidP="004A469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Your Business Revenues:</w:t>
                            </w:r>
                          </w:p>
                          <w:p w14:paraId="7AE39438" w14:textId="2BF55EF4" w:rsidR="0065526D" w:rsidRDefault="0065526D" w:rsidP="0065526D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bookmarkStart w:id="1" w:name="_Hlk504311109"/>
                            <w:r>
                              <w:rPr>
                                <w:sz w:val="28"/>
                                <w:szCs w:val="28"/>
                              </w:rPr>
                              <w:t>This YTD: _____________</w:t>
                            </w:r>
                          </w:p>
                          <w:p w14:paraId="5910551D" w14:textId="55BD92E2" w:rsidR="0065526D" w:rsidRDefault="0065526D" w:rsidP="0065526D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Last Year: _____________</w:t>
                            </w:r>
                          </w:p>
                          <w:p w14:paraId="64B8BC52" w14:textId="762FCF63" w:rsidR="0065526D" w:rsidRDefault="0065526D" w:rsidP="0065526D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 Yrs Ago: _____________</w:t>
                            </w:r>
                          </w:p>
                          <w:bookmarkEnd w:id="1"/>
                          <w:p w14:paraId="1B324195" w14:textId="08D2185F" w:rsidR="0065526D" w:rsidRDefault="0065526D" w:rsidP="0065526D">
                            <w:pPr>
                              <w:pStyle w:val="ListParagraph"/>
                              <w:ind w:left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Your Business Profits:</w:t>
                            </w:r>
                          </w:p>
                          <w:p w14:paraId="1E7D6A33" w14:textId="77777777" w:rsidR="0065526D" w:rsidRPr="0065526D" w:rsidRDefault="0065526D" w:rsidP="0065526D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65526D">
                              <w:rPr>
                                <w:sz w:val="28"/>
                                <w:szCs w:val="28"/>
                              </w:rPr>
                              <w:t>This YTD: _____________</w:t>
                            </w:r>
                          </w:p>
                          <w:p w14:paraId="4C5FD6EE" w14:textId="77777777" w:rsidR="0065526D" w:rsidRPr="0065526D" w:rsidRDefault="0065526D" w:rsidP="0065526D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65526D">
                              <w:rPr>
                                <w:sz w:val="28"/>
                                <w:szCs w:val="28"/>
                              </w:rPr>
                              <w:t>Last Year: _____________</w:t>
                            </w:r>
                          </w:p>
                          <w:p w14:paraId="13C54F57" w14:textId="77777777" w:rsidR="0065526D" w:rsidRPr="0065526D" w:rsidRDefault="0065526D" w:rsidP="0065526D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65526D">
                              <w:rPr>
                                <w:sz w:val="28"/>
                                <w:szCs w:val="28"/>
                              </w:rPr>
                              <w:t>2 Yrs Ago: _____________</w:t>
                            </w:r>
                          </w:p>
                          <w:p w14:paraId="7EFDB2EC" w14:textId="58BBE957" w:rsidR="0065526D" w:rsidRDefault="0065526D" w:rsidP="0065526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BF39FAC" w14:textId="01F0D93F" w:rsidR="0065526D" w:rsidRDefault="0065526D" w:rsidP="0065526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Revenues tell us if ___________ has grown in the __________.</w:t>
                            </w:r>
                          </w:p>
                          <w:p w14:paraId="0FCAF95E" w14:textId="78CD3675" w:rsidR="0065526D" w:rsidRDefault="0065526D" w:rsidP="0065526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3AF16E5" w14:textId="3A95C6E0" w:rsidR="0065526D" w:rsidRDefault="0065526D" w:rsidP="0065526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Profits tell us if ___________ have grown in the __________.</w:t>
                            </w:r>
                          </w:p>
                          <w:p w14:paraId="1EFB5073" w14:textId="2A4A13C9" w:rsidR="0065526D" w:rsidRDefault="0065526D" w:rsidP="0065526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6E5CED9" w14:textId="2B50FF09" w:rsidR="0065526D" w:rsidRDefault="0065526D" w:rsidP="0065526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Nerd it out a bit: </w:t>
                            </w:r>
                          </w:p>
                          <w:p w14:paraId="5D54B66A" w14:textId="13D21B4D" w:rsidR="0065526D" w:rsidRPr="0065526D" w:rsidRDefault="0065526D" w:rsidP="0065526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  ___________ measurements don’t tell us much.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280" w:type="dxa"/>
          </w:tcPr>
          <w:p w14:paraId="4C4A3B2A" w14:textId="77777777" w:rsidR="00FB3767" w:rsidRDefault="0092124E" w:rsidP="00997614">
            <w:pPr>
              <w:ind w:left="144" w:right="144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6F1C420" wp14:editId="23FDB9D9">
                      <wp:extent cx="2920365" cy="3643952"/>
                      <wp:effectExtent l="0" t="0" r="0" b="0"/>
                      <wp:docPr id="14" name="Group 14" descr="Text Block" title="Text Block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20365" cy="3643952"/>
                                <a:chOff x="0" y="0"/>
                                <a:chExt cx="2920365" cy="3643952"/>
                              </a:xfrm>
                            </wpg:grpSpPr>
                            <wps:wsp>
                              <wps:cNvPr id="5" name="Text Box 5"/>
                              <wps:cNvSpPr txBox="1"/>
                              <wps:spPr>
                                <a:xfrm>
                                  <a:off x="0" y="0"/>
                                  <a:ext cx="2920365" cy="3966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7885FDF" w14:textId="78525E16" w:rsidR="00924BF8" w:rsidRPr="00F54F6A" w:rsidRDefault="0083664A" w:rsidP="004A4695">
                                    <w:pPr>
                                      <w:pStyle w:val="Heading4"/>
                                      <w:jc w:val="center"/>
                                    </w:pPr>
                                    <w:r>
                                      <w:t>Seemore Hawk</w:t>
                                    </w:r>
                                  </w:p>
                                  <w:p w14:paraId="75D2D5A2" w14:textId="77777777" w:rsidR="00924BF8" w:rsidRDefault="00924BF8" w:rsidP="004A4695">
                                    <w:pPr>
                                      <w:pStyle w:val="Heading4"/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Text Box 6"/>
                              <wps:cNvSpPr txBox="1"/>
                              <wps:spPr>
                                <a:xfrm>
                                  <a:off x="0" y="518575"/>
                                  <a:ext cx="2920365" cy="31253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839CD5B" w14:textId="77777777" w:rsidR="0092124E" w:rsidRPr="0083664A" w:rsidRDefault="0092124E" w:rsidP="0092124E">
                                    <w:pPr>
                                      <w:pStyle w:val="Address3"/>
                                      <w:rPr>
                                        <w:color w:val="C00000"/>
                                      </w:rPr>
                                    </w:pPr>
                                  </w:p>
                                  <w:p w14:paraId="003777B2" w14:textId="77777777" w:rsidR="004A4695" w:rsidRPr="0083664A" w:rsidRDefault="004A4695" w:rsidP="000F4F38">
                                    <w:pPr>
                                      <w:pStyle w:val="Address3"/>
                                      <w:rPr>
                                        <w:b/>
                                        <w:color w:val="C00000"/>
                                      </w:rPr>
                                    </w:pPr>
                                    <w:bookmarkStart w:id="2" w:name="_Hlk506797276"/>
                                    <w:r w:rsidRPr="0083664A">
                                      <w:rPr>
                                        <w:b/>
                                        <w:color w:val="C00000"/>
                                      </w:rPr>
                                      <w:t>___</w:t>
                                    </w:r>
                                  </w:p>
                                  <w:bookmarkEnd w:id="2"/>
                                  <w:p w14:paraId="6AF7A806" w14:textId="77777777" w:rsidR="004A4695" w:rsidRPr="0083664A" w:rsidRDefault="004A4695" w:rsidP="000F4F38">
                                    <w:pPr>
                                      <w:pStyle w:val="Address3"/>
                                      <w:rPr>
                                        <w:color w:val="C00000"/>
                                      </w:rPr>
                                    </w:pPr>
                                  </w:p>
                                  <w:p w14:paraId="39F5EF82" w14:textId="3807F571" w:rsidR="00924BF8" w:rsidRPr="0083664A" w:rsidRDefault="0083664A" w:rsidP="000F4F38">
                                    <w:pPr>
                                      <w:pStyle w:val="Address3"/>
                                      <w:rPr>
                                        <w:color w:val="C00000"/>
                                      </w:rPr>
                                    </w:pPr>
                                    <w:r w:rsidRPr="0083664A">
                                      <w:rPr>
                                        <w:color w:val="C00000"/>
                                      </w:rPr>
                                      <w:t>Sioux Falls, SD 57108</w:t>
                                    </w:r>
                                  </w:p>
                                  <w:p w14:paraId="2AF223B9" w14:textId="77777777" w:rsidR="004A4695" w:rsidRPr="0083664A" w:rsidRDefault="004A4695" w:rsidP="000F4F38">
                                    <w:pPr>
                                      <w:pStyle w:val="Address3"/>
                                      <w:rPr>
                                        <w:b/>
                                        <w:color w:val="C00000"/>
                                      </w:rPr>
                                    </w:pPr>
                                    <w:r w:rsidRPr="0083664A">
                                      <w:rPr>
                                        <w:b/>
                                        <w:color w:val="C00000"/>
                                      </w:rPr>
                                      <w:t>___</w:t>
                                    </w:r>
                                  </w:p>
                                  <w:p w14:paraId="26512D5A" w14:textId="77777777" w:rsidR="004A4695" w:rsidRPr="0083664A" w:rsidRDefault="004A4695" w:rsidP="000F4F38">
                                    <w:pPr>
                                      <w:pStyle w:val="Address3"/>
                                      <w:rPr>
                                        <w:color w:val="C00000"/>
                                      </w:rPr>
                                    </w:pPr>
                                  </w:p>
                                  <w:p w14:paraId="13459191" w14:textId="03717624" w:rsidR="00924BF8" w:rsidRPr="0083664A" w:rsidRDefault="00924BF8" w:rsidP="000F4F38">
                                    <w:pPr>
                                      <w:pStyle w:val="Address3"/>
                                      <w:rPr>
                                        <w:color w:val="C00000"/>
                                      </w:rPr>
                                    </w:pPr>
                                    <w:r w:rsidRPr="0083664A">
                                      <w:rPr>
                                        <w:color w:val="C00000"/>
                                      </w:rPr>
                                      <w:t xml:space="preserve">Phone: </w:t>
                                    </w:r>
                                    <w:r w:rsidR="0083664A" w:rsidRPr="0083664A">
                                      <w:rPr>
                                        <w:color w:val="C00000"/>
                                      </w:rPr>
                                      <w:t xml:space="preserve">(605) </w:t>
                                    </w:r>
                                    <w:r w:rsidR="00590B14">
                                      <w:rPr>
                                        <w:color w:val="C00000"/>
                                      </w:rPr>
                                      <w:t>929-6740</w:t>
                                    </w:r>
                                  </w:p>
                                  <w:p w14:paraId="6EEE202B" w14:textId="77777777" w:rsidR="004A4695" w:rsidRPr="0083664A" w:rsidRDefault="004A4695" w:rsidP="000F4F38">
                                    <w:pPr>
                                      <w:pStyle w:val="Address3"/>
                                      <w:rPr>
                                        <w:b/>
                                        <w:color w:val="C00000"/>
                                      </w:rPr>
                                    </w:pPr>
                                    <w:r w:rsidRPr="0083664A">
                                      <w:rPr>
                                        <w:b/>
                                        <w:color w:val="C00000"/>
                                      </w:rPr>
                                      <w:t>___</w:t>
                                    </w:r>
                                  </w:p>
                                  <w:p w14:paraId="4055102D" w14:textId="77777777" w:rsidR="004A4695" w:rsidRPr="0083664A" w:rsidRDefault="004A4695" w:rsidP="000F4F38">
                                    <w:pPr>
                                      <w:pStyle w:val="Address3"/>
                                      <w:rPr>
                                        <w:color w:val="C00000"/>
                                      </w:rPr>
                                    </w:pPr>
                                  </w:p>
                                  <w:p w14:paraId="1A5A603F" w14:textId="76A29CD7" w:rsidR="00924BF8" w:rsidRPr="0083664A" w:rsidRDefault="0083664A" w:rsidP="000F4F38">
                                    <w:pPr>
                                      <w:pStyle w:val="Address3"/>
                                      <w:rPr>
                                        <w:color w:val="C00000"/>
                                      </w:rPr>
                                    </w:pPr>
                                    <w:r w:rsidRPr="0083664A">
                                      <w:rPr>
                                        <w:color w:val="C00000"/>
                                      </w:rPr>
                                      <w:t>www.SeemoreHawk.com</w:t>
                                    </w:r>
                                  </w:p>
                                  <w:p w14:paraId="182B18D2" w14:textId="77777777" w:rsidR="004A4695" w:rsidRPr="0083664A" w:rsidRDefault="004A4695" w:rsidP="000F4F38">
                                    <w:pPr>
                                      <w:pStyle w:val="Address3"/>
                                      <w:rPr>
                                        <w:b/>
                                        <w:color w:val="C00000"/>
                                      </w:rPr>
                                    </w:pPr>
                                    <w:r w:rsidRPr="0083664A">
                                      <w:rPr>
                                        <w:b/>
                                        <w:color w:val="C00000"/>
                                      </w:rPr>
                                      <w:t>___</w:t>
                                    </w:r>
                                  </w:p>
                                  <w:p w14:paraId="4863F227" w14:textId="77777777" w:rsidR="004A4695" w:rsidRPr="0083664A" w:rsidRDefault="004A4695" w:rsidP="000F4F38">
                                    <w:pPr>
                                      <w:pStyle w:val="Address3"/>
                                      <w:rPr>
                                        <w:color w:val="C00000"/>
                                      </w:rPr>
                                    </w:pPr>
                                  </w:p>
                                  <w:p w14:paraId="3D4D8F0B" w14:textId="3BCFD3B6" w:rsidR="00924BF8" w:rsidRDefault="001C0654" w:rsidP="000F4F38">
                                    <w:pPr>
                                      <w:pStyle w:val="Address3"/>
                                      <w:rPr>
                                        <w:color w:val="C00000"/>
                                      </w:rPr>
                                    </w:pPr>
                                    <w:hyperlink r:id="rId7" w:history="1">
                                      <w:r w:rsidRPr="001C0654">
                                        <w:rPr>
                                          <w:color w:val="C00000"/>
                                        </w:rPr>
                                        <w:t>brian@seemorehawk.com</w:t>
                                      </w:r>
                                    </w:hyperlink>
                                  </w:p>
                                  <w:p w14:paraId="5BCE066F" w14:textId="77777777" w:rsidR="001C0654" w:rsidRPr="0083664A" w:rsidRDefault="001C0654" w:rsidP="001C0654">
                                    <w:pPr>
                                      <w:pStyle w:val="Address3"/>
                                      <w:rPr>
                                        <w:b/>
                                        <w:color w:val="C00000"/>
                                      </w:rPr>
                                    </w:pPr>
                                    <w:r w:rsidRPr="0083664A">
                                      <w:rPr>
                                        <w:b/>
                                        <w:color w:val="C00000"/>
                                      </w:rPr>
                                      <w:t>___</w:t>
                                    </w:r>
                                  </w:p>
                                  <w:p w14:paraId="3EEAFB55" w14:textId="77777777" w:rsidR="001C0654" w:rsidRPr="0083664A" w:rsidRDefault="001C0654" w:rsidP="000F4F38">
                                    <w:pPr>
                                      <w:pStyle w:val="Address3"/>
                                      <w:rPr>
                                        <w:color w:val="C0000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F1C420" id="Group 14" o:spid="_x0000_s1027" alt="Title: Text Block - Description: Text Block" style="width:229.95pt;height:286.95pt;mso-position-horizontal-relative:char;mso-position-vertical-relative:line" coordsize="29203,36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">
                      <v:shape id="Text Box 5" o:spid="_x0000_s1028" type="#_x0000_t202" style="position:absolute;width:29203;height:3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    <v:textbox>
                          <w:txbxContent>
                            <w:p w14:paraId="67885FDF" w14:textId="78525E16" w:rsidR="00924BF8" w:rsidRPr="00F54F6A" w:rsidRDefault="0083664A" w:rsidP="004A4695">
                              <w:pPr>
                                <w:pStyle w:val="Heading4"/>
                                <w:jc w:val="center"/>
                              </w:pPr>
                              <w:r>
                                <w:t>Seemore Hawk</w:t>
                              </w:r>
                            </w:p>
                            <w:p w14:paraId="75D2D5A2" w14:textId="77777777" w:rsidR="00924BF8" w:rsidRDefault="00924BF8" w:rsidP="004A4695">
                              <w:pPr>
                                <w:pStyle w:val="Heading4"/>
                                <w:jc w:val="center"/>
                              </w:pPr>
                            </w:p>
                          </w:txbxContent>
                        </v:textbox>
                      </v:shape>
                      <v:shape id="Text Box 6" o:spid="_x0000_s1029" type="#_x0000_t202" style="position:absolute;top:5185;width:29203;height:3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<v:textbox>
                          <w:txbxContent>
                            <w:p w14:paraId="1839CD5B" w14:textId="77777777" w:rsidR="0092124E" w:rsidRPr="0083664A" w:rsidRDefault="0092124E" w:rsidP="0092124E">
                              <w:pPr>
                                <w:pStyle w:val="Address3"/>
                                <w:rPr>
                                  <w:color w:val="C00000"/>
                                </w:rPr>
                              </w:pPr>
                            </w:p>
                            <w:p w14:paraId="003777B2" w14:textId="77777777" w:rsidR="004A4695" w:rsidRPr="0083664A" w:rsidRDefault="004A4695" w:rsidP="000F4F38">
                              <w:pPr>
                                <w:pStyle w:val="Address3"/>
                                <w:rPr>
                                  <w:b/>
                                  <w:color w:val="C00000"/>
                                </w:rPr>
                              </w:pPr>
                              <w:bookmarkStart w:id="3" w:name="_Hlk506797276"/>
                              <w:r w:rsidRPr="0083664A">
                                <w:rPr>
                                  <w:b/>
                                  <w:color w:val="C00000"/>
                                </w:rPr>
                                <w:t>___</w:t>
                              </w:r>
                            </w:p>
                            <w:bookmarkEnd w:id="3"/>
                            <w:p w14:paraId="6AF7A806" w14:textId="77777777" w:rsidR="004A4695" w:rsidRPr="0083664A" w:rsidRDefault="004A4695" w:rsidP="000F4F38">
                              <w:pPr>
                                <w:pStyle w:val="Address3"/>
                                <w:rPr>
                                  <w:color w:val="C00000"/>
                                </w:rPr>
                              </w:pPr>
                            </w:p>
                            <w:p w14:paraId="39F5EF82" w14:textId="3807F571" w:rsidR="00924BF8" w:rsidRPr="0083664A" w:rsidRDefault="0083664A" w:rsidP="000F4F38">
                              <w:pPr>
                                <w:pStyle w:val="Address3"/>
                                <w:rPr>
                                  <w:color w:val="C00000"/>
                                </w:rPr>
                              </w:pPr>
                              <w:r w:rsidRPr="0083664A">
                                <w:rPr>
                                  <w:color w:val="C00000"/>
                                </w:rPr>
                                <w:t>Sioux Falls, SD 57108</w:t>
                              </w:r>
                            </w:p>
                            <w:p w14:paraId="2AF223B9" w14:textId="77777777" w:rsidR="004A4695" w:rsidRPr="0083664A" w:rsidRDefault="004A4695" w:rsidP="000F4F38">
                              <w:pPr>
                                <w:pStyle w:val="Address3"/>
                                <w:rPr>
                                  <w:b/>
                                  <w:color w:val="C00000"/>
                                </w:rPr>
                              </w:pPr>
                              <w:r w:rsidRPr="0083664A">
                                <w:rPr>
                                  <w:b/>
                                  <w:color w:val="C00000"/>
                                </w:rPr>
                                <w:t>___</w:t>
                              </w:r>
                            </w:p>
                            <w:p w14:paraId="26512D5A" w14:textId="77777777" w:rsidR="004A4695" w:rsidRPr="0083664A" w:rsidRDefault="004A4695" w:rsidP="000F4F38">
                              <w:pPr>
                                <w:pStyle w:val="Address3"/>
                                <w:rPr>
                                  <w:color w:val="C00000"/>
                                </w:rPr>
                              </w:pPr>
                            </w:p>
                            <w:p w14:paraId="13459191" w14:textId="03717624" w:rsidR="00924BF8" w:rsidRPr="0083664A" w:rsidRDefault="00924BF8" w:rsidP="000F4F38">
                              <w:pPr>
                                <w:pStyle w:val="Address3"/>
                                <w:rPr>
                                  <w:color w:val="C00000"/>
                                </w:rPr>
                              </w:pPr>
                              <w:r w:rsidRPr="0083664A">
                                <w:rPr>
                                  <w:color w:val="C00000"/>
                                </w:rPr>
                                <w:t xml:space="preserve">Phone: </w:t>
                              </w:r>
                              <w:r w:rsidR="0083664A" w:rsidRPr="0083664A">
                                <w:rPr>
                                  <w:color w:val="C00000"/>
                                </w:rPr>
                                <w:t xml:space="preserve">(605) </w:t>
                              </w:r>
                              <w:r w:rsidR="00590B14">
                                <w:rPr>
                                  <w:color w:val="C00000"/>
                                </w:rPr>
                                <w:t>929-6740</w:t>
                              </w:r>
                            </w:p>
                            <w:p w14:paraId="6EEE202B" w14:textId="77777777" w:rsidR="004A4695" w:rsidRPr="0083664A" w:rsidRDefault="004A4695" w:rsidP="000F4F38">
                              <w:pPr>
                                <w:pStyle w:val="Address3"/>
                                <w:rPr>
                                  <w:b/>
                                  <w:color w:val="C00000"/>
                                </w:rPr>
                              </w:pPr>
                              <w:r w:rsidRPr="0083664A">
                                <w:rPr>
                                  <w:b/>
                                  <w:color w:val="C00000"/>
                                </w:rPr>
                                <w:t>___</w:t>
                              </w:r>
                            </w:p>
                            <w:p w14:paraId="4055102D" w14:textId="77777777" w:rsidR="004A4695" w:rsidRPr="0083664A" w:rsidRDefault="004A4695" w:rsidP="000F4F38">
                              <w:pPr>
                                <w:pStyle w:val="Address3"/>
                                <w:rPr>
                                  <w:color w:val="C00000"/>
                                </w:rPr>
                              </w:pPr>
                            </w:p>
                            <w:p w14:paraId="1A5A603F" w14:textId="76A29CD7" w:rsidR="00924BF8" w:rsidRPr="0083664A" w:rsidRDefault="0083664A" w:rsidP="000F4F38">
                              <w:pPr>
                                <w:pStyle w:val="Address3"/>
                                <w:rPr>
                                  <w:color w:val="C00000"/>
                                </w:rPr>
                              </w:pPr>
                              <w:r w:rsidRPr="0083664A">
                                <w:rPr>
                                  <w:color w:val="C00000"/>
                                </w:rPr>
                                <w:t>www.SeemoreHawk.com</w:t>
                              </w:r>
                            </w:p>
                            <w:p w14:paraId="182B18D2" w14:textId="77777777" w:rsidR="004A4695" w:rsidRPr="0083664A" w:rsidRDefault="004A4695" w:rsidP="000F4F38">
                              <w:pPr>
                                <w:pStyle w:val="Address3"/>
                                <w:rPr>
                                  <w:b/>
                                  <w:color w:val="C00000"/>
                                </w:rPr>
                              </w:pPr>
                              <w:r w:rsidRPr="0083664A">
                                <w:rPr>
                                  <w:b/>
                                  <w:color w:val="C00000"/>
                                </w:rPr>
                                <w:t>___</w:t>
                              </w:r>
                            </w:p>
                            <w:p w14:paraId="4863F227" w14:textId="77777777" w:rsidR="004A4695" w:rsidRPr="0083664A" w:rsidRDefault="004A4695" w:rsidP="000F4F38">
                              <w:pPr>
                                <w:pStyle w:val="Address3"/>
                                <w:rPr>
                                  <w:color w:val="C00000"/>
                                </w:rPr>
                              </w:pPr>
                            </w:p>
                            <w:p w14:paraId="3D4D8F0B" w14:textId="3BCFD3B6" w:rsidR="00924BF8" w:rsidRDefault="001C0654" w:rsidP="000F4F38">
                              <w:pPr>
                                <w:pStyle w:val="Address3"/>
                                <w:rPr>
                                  <w:color w:val="C00000"/>
                                </w:rPr>
                              </w:pPr>
                              <w:hyperlink r:id="rId8" w:history="1">
                                <w:r w:rsidRPr="001C0654">
                                  <w:rPr>
                                    <w:color w:val="C00000"/>
                                  </w:rPr>
                                  <w:t>brian@seemorehawk.com</w:t>
                                </w:r>
                              </w:hyperlink>
                            </w:p>
                            <w:p w14:paraId="5BCE066F" w14:textId="77777777" w:rsidR="001C0654" w:rsidRPr="0083664A" w:rsidRDefault="001C0654" w:rsidP="001C0654">
                              <w:pPr>
                                <w:pStyle w:val="Address3"/>
                                <w:rPr>
                                  <w:b/>
                                  <w:color w:val="C00000"/>
                                </w:rPr>
                              </w:pPr>
                              <w:r w:rsidRPr="0083664A">
                                <w:rPr>
                                  <w:b/>
                                  <w:color w:val="C00000"/>
                                </w:rPr>
                                <w:t>___</w:t>
                              </w:r>
                            </w:p>
                            <w:p w14:paraId="3EEAFB55" w14:textId="77777777" w:rsidR="001C0654" w:rsidRPr="0083664A" w:rsidRDefault="001C0654" w:rsidP="000F4F38">
                              <w:pPr>
                                <w:pStyle w:val="Address3"/>
                                <w:rPr>
                                  <w:color w:val="C00000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280" w:type="dxa"/>
          </w:tcPr>
          <w:p w14:paraId="56CC8DE0" w14:textId="77777777" w:rsidR="00FB3767" w:rsidRDefault="00022169" w:rsidP="00491776">
            <w:pPr>
              <w:pStyle w:val="Heading1"/>
              <w:ind w:left="144" w:right="144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7CF727A" wp14:editId="4C679872">
                      <wp:extent cx="3048000" cy="2557462"/>
                      <wp:effectExtent l="0" t="0" r="0" b="0"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48000" cy="255746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DD9F55C" w14:textId="77777777" w:rsidR="00022169" w:rsidRPr="00B82BE5" w:rsidRDefault="00B82BE5" w:rsidP="00491776">
                                  <w:pPr>
                                    <w:pStyle w:val="Title"/>
                                    <w:rPr>
                                      <w:rFonts w:ascii="Birdfield" w:hAnsi="Birdfield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Birdfield" w:hAnsi="Birdfield"/>
                                      <w:noProof/>
                                      <w:color w:val="FF0000"/>
                                    </w:rPr>
                                    <w:drawing>
                                      <wp:inline distT="0" distB="0" distL="0" distR="0" wp14:anchorId="58E6F035" wp14:editId="2E9A0F7A">
                                        <wp:extent cx="2550282" cy="1709737"/>
                                        <wp:effectExtent l="0" t="0" r="2540" b="5080"/>
                                        <wp:docPr id="22" name="Picture 22" descr="A close up of a sign&#10;&#10;Description generated with very high confidenc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2" name="SH red words logo lg.pn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574090" cy="172569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7CF727A" id="Text Box 24" o:spid="_x0000_s1030" type="#_x0000_t202" style="width:240pt;height:20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" filled="f" stroked="f" strokeweight=".5pt">
                      <v:textbox inset=",36pt">
                        <w:txbxContent>
                          <w:p w14:paraId="2DD9F55C" w14:textId="77777777" w:rsidR="00022169" w:rsidRPr="00B82BE5" w:rsidRDefault="00B82BE5" w:rsidP="00491776">
                            <w:pPr>
                              <w:pStyle w:val="Title"/>
                              <w:rPr>
                                <w:rFonts w:ascii="Birdfield" w:hAnsi="Birdfield"/>
                                <w:color w:val="FF0000"/>
                              </w:rPr>
                            </w:pPr>
                            <w:r>
                              <w:rPr>
                                <w:rFonts w:ascii="Birdfield" w:hAnsi="Birdfield"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58E6F035" wp14:editId="2E9A0F7A">
                                  <wp:extent cx="2550282" cy="1709737"/>
                                  <wp:effectExtent l="0" t="0" r="2540" b="5080"/>
                                  <wp:docPr id="22" name="Picture 22" descr="A close up of a sign&#10;&#10;Description generated with very high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SH red words logo lg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74090" cy="17256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491776">
              <w:rPr>
                <w:noProof/>
              </w:rPr>
              <w:t xml:space="preserve"> </w:t>
            </w:r>
            <w:r w:rsidR="0049177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D503D5B" wp14:editId="4A4EB422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2810510</wp:posOffset>
                      </wp:positionV>
                      <wp:extent cx="3194050" cy="791210"/>
                      <wp:effectExtent l="0" t="0" r="6350" b="8890"/>
                      <wp:wrapTopAndBottom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94050" cy="7912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B07A40B" w14:textId="77777777" w:rsidR="00491776" w:rsidRPr="00EA4608" w:rsidRDefault="00EA4608" w:rsidP="00491776">
                                  <w:pPr>
                                    <w:pStyle w:val="Heading2"/>
                                    <w:rPr>
                                      <w:rFonts w:ascii="Birdfield" w:hAnsi="Birdfield"/>
                                      <w:color w:val="auto"/>
                                    </w:rPr>
                                  </w:pPr>
                                  <w:r w:rsidRPr="00EA4608">
                                    <w:rPr>
                                      <w:rFonts w:ascii="Birdfield" w:hAnsi="Birdfield"/>
                                      <w:color w:val="auto"/>
                                    </w:rPr>
                                    <w:t>Cash Flywheel Introduction</w:t>
                                  </w:r>
                                </w:p>
                                <w:p w14:paraId="2F2D09B9" w14:textId="77777777" w:rsidR="00491776" w:rsidRDefault="00491776" w:rsidP="00491776">
                                  <w:pPr>
                                    <w:pStyle w:val="Tagline"/>
                                    <w:jc w:val="left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503D5B" id="Text Box 23" o:spid="_x0000_s1031" type="#_x0000_t202" style="position:absolute;left:0;text-align:left;margin-left:6.6pt;margin-top:221.3pt;width:251.5pt;height:62.3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" fillcolor="white [3201]" stroked="f" strokeweight=".5pt">
                      <v:textbox>
                        <w:txbxContent>
                          <w:p w14:paraId="3B07A40B" w14:textId="77777777" w:rsidR="00491776" w:rsidRPr="00EA4608" w:rsidRDefault="00EA4608" w:rsidP="00491776">
                            <w:pPr>
                              <w:pStyle w:val="Heading2"/>
                              <w:rPr>
                                <w:rFonts w:ascii="Birdfield" w:hAnsi="Birdfield"/>
                                <w:color w:val="auto"/>
                              </w:rPr>
                            </w:pPr>
                            <w:r w:rsidRPr="00EA4608">
                              <w:rPr>
                                <w:rFonts w:ascii="Birdfield" w:hAnsi="Birdfield"/>
                                <w:color w:val="auto"/>
                              </w:rPr>
                              <w:t>Cash Flywheel Introduction</w:t>
                            </w:r>
                          </w:p>
                          <w:p w14:paraId="2F2D09B9" w14:textId="77777777" w:rsidR="00491776" w:rsidRDefault="00491776" w:rsidP="00491776">
                            <w:pPr>
                              <w:pStyle w:val="Tagline"/>
                              <w:jc w:val="left"/>
                            </w:pP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</w:p>
        </w:tc>
      </w:tr>
      <w:tr w:rsidR="00924BF8" w14:paraId="00118722" w14:textId="77777777" w:rsidTr="0092124E">
        <w:trPr>
          <w:trHeight w:val="819"/>
        </w:trPr>
        <w:tc>
          <w:tcPr>
            <w:tcW w:w="5280" w:type="dxa"/>
            <w:vAlign w:val="center"/>
          </w:tcPr>
          <w:p w14:paraId="409DF494" w14:textId="7BB4AB46" w:rsidR="00491776" w:rsidRDefault="00491776" w:rsidP="007C32DB">
            <w:pPr>
              <w:pStyle w:val="BodyText4"/>
              <w:ind w:left="144" w:right="144"/>
              <w:jc w:val="left"/>
            </w:pPr>
          </w:p>
        </w:tc>
        <w:tc>
          <w:tcPr>
            <w:tcW w:w="5280" w:type="dxa"/>
          </w:tcPr>
          <w:p w14:paraId="06BCA744" w14:textId="77777777" w:rsidR="00924BF8" w:rsidRDefault="00924BF8" w:rsidP="001368FB">
            <w:pPr>
              <w:pStyle w:val="Address2"/>
              <w:ind w:left="144" w:right="144"/>
              <w:jc w:val="left"/>
            </w:pPr>
          </w:p>
        </w:tc>
        <w:tc>
          <w:tcPr>
            <w:tcW w:w="5280" w:type="dxa"/>
          </w:tcPr>
          <w:p w14:paraId="0E697DF3" w14:textId="77777777" w:rsidR="00924BF8" w:rsidRDefault="00924BF8" w:rsidP="00491776">
            <w:pPr>
              <w:pStyle w:val="Heading4"/>
              <w:rPr>
                <w:noProof w:val="0"/>
              </w:rPr>
            </w:pPr>
            <w:r>
              <mc:AlternateContent>
                <mc:Choice Requires="wps">
                  <w:drawing>
                    <wp:inline distT="0" distB="0" distL="0" distR="0" wp14:anchorId="3287AF9E" wp14:editId="1A692195">
                      <wp:extent cx="2825086" cy="482325"/>
                      <wp:effectExtent l="0" t="0" r="0" b="0"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25086" cy="482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4BEE568" w14:textId="425A63AA" w:rsidR="00924BF8" w:rsidRPr="0083664A" w:rsidRDefault="0083664A" w:rsidP="007C32DB">
                                  <w:pPr>
                                    <w:pStyle w:val="Subtitle"/>
                                    <w:rPr>
                                      <w:color w:val="C00000"/>
                                    </w:rPr>
                                  </w:pPr>
                                  <w:r>
                                    <w:rPr>
                                      <w:color w:val="C00000"/>
                                    </w:rPr>
                                    <w:t>www.SeemoreHawk.com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287AF9E" id="Text Box 4" o:spid="_x0000_s1032" type="#_x0000_t202" style="width:222.45pt;height:3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" filled="f" stroked="f" strokeweight=".5pt">
                      <v:textbox>
                        <w:txbxContent>
                          <w:p w14:paraId="24BEE568" w14:textId="425A63AA" w:rsidR="00924BF8" w:rsidRPr="0083664A" w:rsidRDefault="0083664A" w:rsidP="007C32DB">
                            <w:pPr>
                              <w:pStyle w:val="Subtitle"/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color w:val="C00000"/>
                              </w:rPr>
                              <w:t>www.SeemoreHawk.com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3B79CB24" w14:textId="77777777" w:rsidR="00997614" w:rsidRDefault="00997614" w:rsidP="00997614">
      <w:pPr>
        <w:ind w:left="144" w:right="144"/>
      </w:pPr>
    </w:p>
    <w:tbl>
      <w:tblPr>
        <w:tblW w:w="15816" w:type="dxa"/>
        <w:tblInd w:w="-5" w:type="dxa"/>
        <w:tblLook w:val="0000" w:firstRow="0" w:lastRow="0" w:firstColumn="0" w:lastColumn="0" w:noHBand="0" w:noVBand="0"/>
      </w:tblPr>
      <w:tblGrid>
        <w:gridCol w:w="5276"/>
        <w:gridCol w:w="5270"/>
        <w:gridCol w:w="5270"/>
      </w:tblGrid>
      <w:tr w:rsidR="00997614" w14:paraId="6D6069D6" w14:textId="77777777" w:rsidTr="00EB236D">
        <w:trPr>
          <w:trHeight w:val="11188"/>
        </w:trPr>
        <w:tc>
          <w:tcPr>
            <w:tcW w:w="5272" w:type="dxa"/>
          </w:tcPr>
          <w:p w14:paraId="4A72E8DD" w14:textId="1B0521AE" w:rsidR="00997614" w:rsidRPr="00491776" w:rsidRDefault="001368FB" w:rsidP="00906CA7">
            <w:pPr>
              <w:tabs>
                <w:tab w:val="left" w:pos="1440"/>
              </w:tabs>
              <w:ind w:left="144" w:right="144"/>
            </w:pPr>
            <w:r w:rsidRPr="00491776">
              <w:rPr>
                <w:noProof/>
              </w:rPr>
              <w:lastRenderedPageBreak/>
              <mc:AlternateContent>
                <mc:Choice Requires="wps">
                  <w:drawing>
                    <wp:inline distT="0" distB="0" distL="0" distR="0" wp14:anchorId="4E3A1B28" wp14:editId="594FC53F">
                      <wp:extent cx="2762250" cy="734095"/>
                      <wp:effectExtent l="0" t="0" r="0" b="0"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0" cy="7340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0F199B" w14:textId="77777777" w:rsidR="001368FB" w:rsidRPr="003C4D02" w:rsidRDefault="005206AB" w:rsidP="00491776">
                                  <w:pPr>
                                    <w:pStyle w:val="Heading2"/>
                                    <w:rPr>
                                      <w:rFonts w:ascii="Birdfield" w:hAnsi="Birdfield"/>
                                      <w:color w:val="C00000"/>
                                    </w:rPr>
                                  </w:pPr>
                                  <w:r w:rsidRPr="003C4D02">
                                    <w:rPr>
                                      <w:rFonts w:ascii="Birdfield" w:hAnsi="Birdfield"/>
                                      <w:color w:val="C00000"/>
                                    </w:rPr>
                                    <w:t>What they don’t teach in B-School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3A1B28" id="Text Box 28" o:spid="_x0000_s1033" type="#_x0000_t202" style="width:217.5pt;height:57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" filled="f" stroked="f" strokeweight=".5pt">
                      <v:textbox>
                        <w:txbxContent>
                          <w:p w14:paraId="710F199B" w14:textId="77777777" w:rsidR="001368FB" w:rsidRPr="003C4D02" w:rsidRDefault="005206AB" w:rsidP="00491776">
                            <w:pPr>
                              <w:pStyle w:val="Heading2"/>
                              <w:rPr>
                                <w:rFonts w:ascii="Birdfield" w:hAnsi="Birdfield"/>
                                <w:color w:val="C00000"/>
                              </w:rPr>
                            </w:pPr>
                            <w:r w:rsidRPr="003C4D02">
                              <w:rPr>
                                <w:rFonts w:ascii="Birdfield" w:hAnsi="Birdfield"/>
                                <w:color w:val="C00000"/>
                              </w:rPr>
                              <w:t>What they don’t teach in B-School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997614" w:rsidRPr="00491776">
              <w:rPr>
                <w:noProof/>
              </w:rPr>
              <mc:AlternateContent>
                <mc:Choice Requires="wps">
                  <w:drawing>
                    <wp:inline distT="0" distB="0" distL="0" distR="0" wp14:anchorId="36381AAA" wp14:editId="6F4DC64E">
                      <wp:extent cx="3029803" cy="4824413"/>
                      <wp:effectExtent l="0" t="0" r="0" b="0"/>
                      <wp:docPr id="31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29803" cy="482441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660C6ED" w14:textId="77777777" w:rsidR="007C32DB" w:rsidRPr="005206AB" w:rsidRDefault="005206AB" w:rsidP="00491776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206AB">
                                    <w:rPr>
                                      <w:sz w:val="32"/>
                                      <w:szCs w:val="32"/>
                                    </w:rPr>
                                    <w:t>No one pays bills with ______________.</w:t>
                                  </w:r>
                                </w:p>
                                <w:p w14:paraId="29BC553B" w14:textId="77777777" w:rsidR="005206AB" w:rsidRPr="005206AB" w:rsidRDefault="005206AB" w:rsidP="00491776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391E77D3" w14:textId="77777777" w:rsidR="005206AB" w:rsidRDefault="005206AB" w:rsidP="00491776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60E7A6C0" w14:textId="77777777" w:rsidR="005206AB" w:rsidRPr="005206AB" w:rsidRDefault="005206AB" w:rsidP="00491776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206AB">
                                    <w:rPr>
                                      <w:sz w:val="32"/>
                                      <w:szCs w:val="32"/>
                                    </w:rPr>
                                    <w:t>ROA, ROI, &amp; ROE are great _____________ that all measure the ____________    ___________.</w:t>
                                  </w:r>
                                </w:p>
                                <w:p w14:paraId="31F5106F" w14:textId="77777777" w:rsidR="005206AB" w:rsidRPr="005206AB" w:rsidRDefault="005206AB" w:rsidP="00491776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21842F65" w14:textId="77777777" w:rsidR="005206AB" w:rsidRDefault="005206AB" w:rsidP="00491776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671AEA97" w14:textId="77777777" w:rsidR="005206AB" w:rsidRPr="005206AB" w:rsidRDefault="005206AB" w:rsidP="00491776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206AB">
                                    <w:rPr>
                                      <w:sz w:val="32"/>
                                      <w:szCs w:val="32"/>
                                    </w:rPr>
                                    <w:t>CPA’s make the best ______________.</w:t>
                                  </w:r>
                                </w:p>
                                <w:p w14:paraId="0EA685D7" w14:textId="77777777" w:rsidR="005206AB" w:rsidRPr="005206AB" w:rsidRDefault="005206AB" w:rsidP="00491776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25693A8F" w14:textId="77777777" w:rsidR="005206AB" w:rsidRDefault="005206AB" w:rsidP="00491776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50F8554B" w14:textId="77777777" w:rsidR="005206AB" w:rsidRPr="005206AB" w:rsidRDefault="005206AB" w:rsidP="00491776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206AB">
                                    <w:rPr>
                                      <w:sz w:val="32"/>
                                      <w:szCs w:val="32"/>
                                    </w:rPr>
                                    <w:t>MBA’s make the best ______________. If you are a ___________   ____________ business, that is.</w:t>
                                  </w:r>
                                </w:p>
                                <w:p w14:paraId="61ECF3D0" w14:textId="77777777" w:rsidR="00491776" w:rsidRPr="005206AB" w:rsidRDefault="00491776" w:rsidP="005E0479">
                                  <w:pPr>
                                    <w:rPr>
                                      <w:rFonts w:cs="Arial"/>
                                      <w:color w:val="222222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5A525D09" w14:textId="77777777" w:rsidR="005E0479" w:rsidRPr="005E0479" w:rsidRDefault="005E0479" w:rsidP="005E0479">
                                  <w:pPr>
                                    <w:pStyle w:val="BrochureCopy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4C80062" w14:textId="77777777" w:rsidR="00997614" w:rsidRPr="005E0479" w:rsidRDefault="0099761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6381AAA" id="Text Box 31" o:spid="_x0000_s1034" type="#_x0000_t202" style="width:238.55pt;height:37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" filled="f" stroked="f" strokeweight=".5pt">
                      <v:textbox>
                        <w:txbxContent>
                          <w:p w14:paraId="6660C6ED" w14:textId="77777777" w:rsidR="007C32DB" w:rsidRPr="005206AB" w:rsidRDefault="005206AB" w:rsidP="0049177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206AB">
                              <w:rPr>
                                <w:sz w:val="32"/>
                                <w:szCs w:val="32"/>
                              </w:rPr>
                              <w:t>No one pays bills with ______________.</w:t>
                            </w:r>
                          </w:p>
                          <w:p w14:paraId="29BC553B" w14:textId="77777777" w:rsidR="005206AB" w:rsidRPr="005206AB" w:rsidRDefault="005206AB" w:rsidP="0049177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391E77D3" w14:textId="77777777" w:rsidR="005206AB" w:rsidRDefault="005206AB" w:rsidP="0049177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0E7A6C0" w14:textId="77777777" w:rsidR="005206AB" w:rsidRPr="005206AB" w:rsidRDefault="005206AB" w:rsidP="0049177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206AB">
                              <w:rPr>
                                <w:sz w:val="32"/>
                                <w:szCs w:val="32"/>
                              </w:rPr>
                              <w:t>ROA, ROI, &amp; ROE are great _____________ that all measure the ____________    ___________.</w:t>
                            </w:r>
                          </w:p>
                          <w:p w14:paraId="31F5106F" w14:textId="77777777" w:rsidR="005206AB" w:rsidRPr="005206AB" w:rsidRDefault="005206AB" w:rsidP="0049177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21842F65" w14:textId="77777777" w:rsidR="005206AB" w:rsidRDefault="005206AB" w:rsidP="0049177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71AEA97" w14:textId="77777777" w:rsidR="005206AB" w:rsidRPr="005206AB" w:rsidRDefault="005206AB" w:rsidP="0049177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206AB">
                              <w:rPr>
                                <w:sz w:val="32"/>
                                <w:szCs w:val="32"/>
                              </w:rPr>
                              <w:t>CPA’s make the best ______________.</w:t>
                            </w:r>
                          </w:p>
                          <w:p w14:paraId="0EA685D7" w14:textId="77777777" w:rsidR="005206AB" w:rsidRPr="005206AB" w:rsidRDefault="005206AB" w:rsidP="0049177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25693A8F" w14:textId="77777777" w:rsidR="005206AB" w:rsidRDefault="005206AB" w:rsidP="0049177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0F8554B" w14:textId="77777777" w:rsidR="005206AB" w:rsidRPr="005206AB" w:rsidRDefault="005206AB" w:rsidP="0049177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206AB">
                              <w:rPr>
                                <w:sz w:val="32"/>
                                <w:szCs w:val="32"/>
                              </w:rPr>
                              <w:t>MBA’s make the best ______________. If you are a ___________   ____________ business, that is.</w:t>
                            </w:r>
                          </w:p>
                          <w:p w14:paraId="61ECF3D0" w14:textId="77777777" w:rsidR="00491776" w:rsidRPr="005206AB" w:rsidRDefault="00491776" w:rsidP="005E0479">
                            <w:pPr>
                              <w:rPr>
                                <w:rFonts w:cs="Arial"/>
                                <w:color w:val="222222"/>
                                <w:sz w:val="32"/>
                                <w:szCs w:val="32"/>
                              </w:rPr>
                            </w:pPr>
                          </w:p>
                          <w:p w14:paraId="5A525D09" w14:textId="77777777" w:rsidR="005E0479" w:rsidRPr="005E0479" w:rsidRDefault="005E0479" w:rsidP="005E0479">
                            <w:pPr>
                              <w:pStyle w:val="BrochureCopy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4C80062" w14:textId="77777777" w:rsidR="00997614" w:rsidRPr="005E0479" w:rsidRDefault="00997614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997614" w:rsidRPr="00491776">
              <w:br w:type="page"/>
            </w:r>
          </w:p>
        </w:tc>
        <w:tc>
          <w:tcPr>
            <w:tcW w:w="5272" w:type="dxa"/>
          </w:tcPr>
          <w:p w14:paraId="355C4405" w14:textId="7E875897" w:rsidR="00997614" w:rsidRDefault="00BD0F70" w:rsidP="00997614">
            <w:pPr>
              <w:ind w:left="144" w:right="144"/>
            </w:pPr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50887ADC" wp14:editId="0FBA8BBF">
                  <wp:simplePos x="0" y="0"/>
                  <wp:positionH relativeFrom="column">
                    <wp:posOffset>1339215</wp:posOffset>
                  </wp:positionH>
                  <wp:positionV relativeFrom="paragraph">
                    <wp:posOffset>5395595</wp:posOffset>
                  </wp:positionV>
                  <wp:extent cx="352425" cy="352425"/>
                  <wp:effectExtent l="57150" t="38100" r="0" b="9525"/>
                  <wp:wrapNone/>
                  <wp:docPr id="227" name="Graphic 227" descr="Refre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7" name="Refresh_LTR.sv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3108344">
                            <a:off x="0" y="0"/>
                            <a:ext cx="352425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91776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4320" behindDoc="1" locked="0" layoutInCell="1" allowOverlap="1" wp14:anchorId="0989A850" wp14:editId="295E8953">
                      <wp:simplePos x="0" y="0"/>
                      <wp:positionH relativeFrom="column">
                        <wp:posOffset>-3432493</wp:posOffset>
                      </wp:positionH>
                      <wp:positionV relativeFrom="paragraph">
                        <wp:posOffset>6276974</wp:posOffset>
                      </wp:positionV>
                      <wp:extent cx="3971926" cy="1302385"/>
                      <wp:effectExtent l="0" t="0" r="9525" b="0"/>
                      <wp:wrapNone/>
                      <wp:docPr id="214" name="Group 214" descr="colored graphic boxes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0800000">
                                <a:off x="0" y="0"/>
                                <a:ext cx="3971926" cy="1302385"/>
                                <a:chOff x="0" y="-16782"/>
                                <a:chExt cx="2222828" cy="821921"/>
                              </a:xfrm>
                            </wpg:grpSpPr>
                            <wpg:grpSp>
                              <wpg:cNvPr id="215" name="Group 215"/>
                              <wpg:cNvGrpSpPr/>
                              <wpg:grpSpPr>
                                <a:xfrm>
                                  <a:off x="0" y="68239"/>
                                  <a:ext cx="873451" cy="438582"/>
                                  <a:chOff x="0" y="0"/>
                                  <a:chExt cx="2688609" cy="1350607"/>
                                </a:xfrm>
                              </wpg:grpSpPr>
                              <wps:wsp>
                                <wps:cNvPr id="216" name="Rectangle 216"/>
                                <wps:cNvSpPr/>
                                <wps:spPr>
                                  <a:xfrm>
                                    <a:off x="1774209" y="0"/>
                                    <a:ext cx="914400" cy="914400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7" name="Rectangle 217"/>
                                <wps:cNvSpPr/>
                                <wps:spPr>
                                  <a:xfrm>
                                    <a:off x="873457" y="300250"/>
                                    <a:ext cx="613410" cy="6134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8" name="Rectangle 218"/>
                                <wps:cNvSpPr/>
                                <wps:spPr>
                                  <a:xfrm>
                                    <a:off x="1364776" y="736979"/>
                                    <a:ext cx="613628" cy="61362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60000"/>
                                      <a:lumOff val="40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9" name="Rectangle 219"/>
                                <wps:cNvSpPr/>
                                <wps:spPr>
                                  <a:xfrm>
                                    <a:off x="0" y="573205"/>
                                    <a:ext cx="449580" cy="4495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0" name="Rectangle 220"/>
                                <wps:cNvSpPr/>
                                <wps:spPr>
                                  <a:xfrm>
                                    <a:off x="545911" y="900752"/>
                                    <a:ext cx="422275" cy="4222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2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21" name="Group 221"/>
                              <wpg:cNvGrpSpPr/>
                              <wpg:grpSpPr>
                                <a:xfrm>
                                  <a:off x="750627" y="-16782"/>
                                  <a:ext cx="1472201" cy="821921"/>
                                  <a:chOff x="0" y="-27577"/>
                                  <a:chExt cx="2416864" cy="1350607"/>
                                </a:xfrm>
                              </wpg:grpSpPr>
                              <wps:wsp>
                                <wps:cNvPr id="222" name="Rectangle 222"/>
                                <wps:cNvSpPr/>
                                <wps:spPr>
                                  <a:xfrm>
                                    <a:off x="1502464" y="-27577"/>
                                    <a:ext cx="914400" cy="914400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3" name="Rectangle 223"/>
                                <wps:cNvSpPr/>
                                <wps:spPr>
                                  <a:xfrm>
                                    <a:off x="601711" y="272673"/>
                                    <a:ext cx="613410" cy="6134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4" name="Rectangle 224"/>
                                <wps:cNvSpPr/>
                                <wps:spPr>
                                  <a:xfrm>
                                    <a:off x="1093031" y="709402"/>
                                    <a:ext cx="613628" cy="61362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60000"/>
                                      <a:lumOff val="40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5" name="Rectangle 225"/>
                                <wps:cNvSpPr/>
                                <wps:spPr>
                                  <a:xfrm>
                                    <a:off x="0" y="573205"/>
                                    <a:ext cx="449580" cy="4495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6" name="Rectangle 226"/>
                                <wps:cNvSpPr/>
                                <wps:spPr>
                                  <a:xfrm>
                                    <a:off x="274166" y="873175"/>
                                    <a:ext cx="422275" cy="4222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2">
                                      <a:lumMod val="40000"/>
                                      <a:lumOff val="60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32D044" id="Group 214" o:spid="_x0000_s1026" alt="colored graphic boxes" style="position:absolute;margin-left:-270.3pt;margin-top:494.25pt;width:312.75pt;height:102.55pt;rotation:180;z-index:-251612160;mso-width-relative:margin;mso-height-relative:margin" coordorigin=",-167" coordsize="22228,8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">
                      <v:group id="Group 215" o:spid="_x0000_s1027" style="position:absolute;top:682;width:8734;height:4386" coordsize="26886,13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      <v:rect id="Rectangle 216" o:spid="_x0000_s1028" style="position:absolute;left:17742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" fillcolor="#a5300f [3204]" stroked="f" strokeweight="1pt"/>
                        <v:rect id="Rectangle 217" o:spid="_x0000_s1029" style="position:absolute;left:8734;top:3002;width:6134;height:61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" fillcolor="#f49e86 [1300]" stroked="f" strokeweight="1pt"/>
                        <v:rect id="Rectangle 218" o:spid="_x0000_s1030" style="position:absolute;left:13647;top:7369;width:6137;height:61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" fillcolor="#ee6d49 [1940]" stroked="f" strokeweight="1pt"/>
                        <v:rect id="Rectangle 219" o:spid="_x0000_s1031" style="position:absolute;top:5732;width:4495;height:4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" fillcolor="#b19c7d [3207]" stroked="f" strokeweight="1pt"/>
                        <v:rect id="Rectangle 220" o:spid="_x0000_s1032" style="position:absolute;left:5459;top:9007;width:4222;height:4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" fillcolor="#e5c243 [3214]" stroked="f" strokeweight="1pt"/>
                      </v:group>
                      <v:group id="Group 221" o:spid="_x0000_s1033" style="position:absolute;left:7506;top:-167;width:14722;height:8218" coordorigin=",-275" coordsize="24168,13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ALb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GH7PhCMgdz8AAAD//wMAUEsBAi0AFAAGAAgAAAAhANvh9svuAAAAhQEAABMAAAAAAAAA&#10;AAAAAAAAAAAAAFtDb250ZW50X1R5cGVzXS54bWxQSwECLQAUAAYACAAAACEAWvQsW78AAAAVAQAA&#10;CwAAAAAAAAAAAAAAAAAfAQAAX3JlbHMvLnJlbHNQSwECLQAUAAYACAAAACEAtBgC28YAAADcAAAA&#10;DwAAAAAAAAAAAAAAAAAHAgAAZHJzL2Rvd25yZXYueG1sUEsFBgAAAAADAAMAtwAAAPoCAAAAAA==&#10;">
                        <v:rect id="Rectangle 222" o:spid="_x0000_s1034" style="position:absolute;left:15024;top:-275;width:9144;height:9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" fillcolor="#a5300f [3204]" stroked="f" strokeweight="1pt"/>
                        <v:rect id="Rectangle 223" o:spid="_x0000_s1035" style="position:absolute;left:6017;top:2726;width:6134;height:61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" fillcolor="#f49e86 [1300]" stroked="f" strokeweight="1pt"/>
                        <v:rect id="Rectangle 224" o:spid="_x0000_s1036" style="position:absolute;left:10930;top:7094;width:6136;height:61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" fillcolor="#ee6d49 [1940]" stroked="f" strokeweight="1pt"/>
                        <v:rect id="Rectangle 225" o:spid="_x0000_s1037" style="position:absolute;top:5732;width:4495;height:4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" fillcolor="#b19c7d [3207]" stroked="f" strokeweight="1pt"/>
                        <v:rect id="Rectangle 226" o:spid="_x0000_s1038" style="position:absolute;left:2741;top:8731;width:4223;height:4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" fillcolor="#f4ba9b [1301]" stroked="f" strokeweight="1pt"/>
                      </v:group>
                    </v:group>
                  </w:pict>
                </mc:Fallback>
              </mc:AlternateContent>
            </w:r>
            <w:r w:rsidR="005E0479">
              <w:rPr>
                <w:noProof/>
              </w:rPr>
              <mc:AlternateContent>
                <mc:Choice Requires="wps">
                  <w:drawing>
                    <wp:inline distT="0" distB="0" distL="0" distR="0" wp14:anchorId="132859E0" wp14:editId="7F1CFF34">
                      <wp:extent cx="2893325" cy="581891"/>
                      <wp:effectExtent l="0" t="0" r="0" b="0"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93325" cy="58189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8BBEA1" w14:textId="77777777" w:rsidR="005E0479" w:rsidRDefault="001E3B05" w:rsidP="0065526D">
                                  <w:pPr>
                                    <w:pStyle w:val="Heading4"/>
                                  </w:pPr>
                                  <w:r>
                                    <w:t>Measure things that matter</w:t>
                                  </w:r>
                                </w:p>
                                <w:p w14:paraId="221CE3B5" w14:textId="77777777" w:rsidR="00BD0BA1" w:rsidRDefault="00BD0BA1" w:rsidP="005E047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32859E0" id="Text Box 7" o:spid="_x0000_s1035" type="#_x0000_t202" style="width:227.8pt;height:45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" filled="f" stroked="f" strokeweight=".5pt">
                      <v:textbox>
                        <w:txbxContent>
                          <w:p w14:paraId="0E8BBEA1" w14:textId="77777777" w:rsidR="005E0479" w:rsidRDefault="001E3B05" w:rsidP="0065526D">
                            <w:pPr>
                              <w:pStyle w:val="Heading4"/>
                            </w:pPr>
                            <w:r>
                              <w:t>Measure things that matter</w:t>
                            </w:r>
                          </w:p>
                          <w:p w14:paraId="221CE3B5" w14:textId="77777777" w:rsidR="00BD0BA1" w:rsidRDefault="00BD0BA1" w:rsidP="005E0479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1368FB">
              <w:rPr>
                <w:noProof/>
              </w:rPr>
              <mc:AlternateContent>
                <mc:Choice Requires="wps">
                  <w:drawing>
                    <wp:inline distT="0" distB="0" distL="0" distR="0" wp14:anchorId="1887AE8E" wp14:editId="0A939CA1">
                      <wp:extent cx="3016155" cy="6253163"/>
                      <wp:effectExtent l="0" t="0" r="0" b="0"/>
                      <wp:docPr id="194" name="Text Box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6155" cy="625316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D71D098" w14:textId="77777777" w:rsidR="007C32DB" w:rsidRDefault="0065526D" w:rsidP="007C32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1E3B05">
                                    <w:rPr>
                                      <w:sz w:val="28"/>
                                      <w:szCs w:val="28"/>
                                    </w:rPr>
                                    <w:t xml:space="preserve">A strong business is </w:t>
                                  </w:r>
                                  <w:r w:rsidR="001E3B05" w:rsidRPr="001E3B05">
                                    <w:rPr>
                                      <w:sz w:val="28"/>
                                      <w:szCs w:val="28"/>
                                    </w:rPr>
                                    <w:t xml:space="preserve">one that can operate __________ without external capital while weathering the inevitable __________. </w:t>
                                  </w:r>
                                </w:p>
                                <w:p w14:paraId="725C2FC8" w14:textId="77777777" w:rsidR="001E3B05" w:rsidRDefault="001E3B05" w:rsidP="007C32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55A20052" w14:textId="77777777" w:rsidR="001E3B05" w:rsidRPr="001E3B05" w:rsidRDefault="001E3B05" w:rsidP="007C32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Are you a strong business?   Y / N</w:t>
                                  </w:r>
                                </w:p>
                                <w:p w14:paraId="42F31C96" w14:textId="77777777" w:rsidR="007C32DB" w:rsidRDefault="007C32DB" w:rsidP="007C32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039C7552" w14:textId="77777777" w:rsidR="001E3B05" w:rsidRDefault="001E3B05" w:rsidP="007C32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Strength Measurements:</w:t>
                                  </w:r>
                                </w:p>
                                <w:p w14:paraId="244D8190" w14:textId="77777777" w:rsidR="001E3B05" w:rsidRPr="001015B6" w:rsidRDefault="001E3B05" w:rsidP="00F74FD9">
                                  <w:pPr>
                                    <w:pBdr>
                                      <w:top w:val="single" w:sz="4" w:space="1" w:color="auto"/>
                                      <w:bottom w:val="single" w:sz="4" w:space="1" w:color="auto"/>
                                    </w:pBdr>
                                    <w:spacing w:line="360" w:lineRule="auto"/>
                                    <w:rPr>
                                      <w:rStyle w:val="IntenseReference"/>
                                      <w:color w:val="C00000"/>
                                    </w:rPr>
                                  </w:pPr>
                                  <w:r w:rsidRPr="001015B6">
                                    <w:rPr>
                                      <w:rStyle w:val="IntenseReference"/>
                                      <w:color w:val="C00000"/>
                                    </w:rPr>
                                    <w:t xml:space="preserve">It takes us ______ days to sell </w:t>
                                  </w:r>
                                  <w:r w:rsidR="00F74FD9" w:rsidRPr="001015B6">
                                    <w:rPr>
                                      <w:rStyle w:val="IntenseReference"/>
                                      <w:color w:val="C00000"/>
                                    </w:rPr>
                                    <w:t>stuff</w:t>
                                  </w:r>
                                  <w:r w:rsidRPr="001015B6">
                                    <w:rPr>
                                      <w:rStyle w:val="IntenseReference"/>
                                      <w:color w:val="C00000"/>
                                    </w:rPr>
                                    <w:t>.</w:t>
                                  </w:r>
                                </w:p>
                                <w:p w14:paraId="4C7042AF" w14:textId="77777777" w:rsidR="00F74FD9" w:rsidRPr="001015B6" w:rsidRDefault="001E3B05" w:rsidP="00F74FD9">
                                  <w:pPr>
                                    <w:spacing w:line="360" w:lineRule="auto"/>
                                    <w:jc w:val="center"/>
                                    <w:rPr>
                                      <w:rStyle w:val="IntenseReference"/>
                                      <w:color w:val="C00000"/>
                                    </w:rPr>
                                  </w:pPr>
                                  <w:r w:rsidRPr="001015B6">
                                    <w:rPr>
                                      <w:rStyle w:val="IntenseReference"/>
                                      <w:color w:val="C00000"/>
                                    </w:rPr>
                                    <w:t>It takes us ______ days to get paid.</w:t>
                                  </w:r>
                                </w:p>
                                <w:p w14:paraId="09BB1775" w14:textId="77777777" w:rsidR="001E3B05" w:rsidRPr="001015B6" w:rsidRDefault="001E3B05" w:rsidP="00F74FD9">
                                  <w:pPr>
                                    <w:pBdr>
                                      <w:top w:val="single" w:sz="4" w:space="1" w:color="auto"/>
                                      <w:bottom w:val="single" w:sz="4" w:space="1" w:color="auto"/>
                                    </w:pBdr>
                                    <w:spacing w:line="360" w:lineRule="auto"/>
                                    <w:jc w:val="right"/>
                                    <w:rPr>
                                      <w:rStyle w:val="IntenseReference"/>
                                      <w:color w:val="C00000"/>
                                    </w:rPr>
                                  </w:pPr>
                                  <w:r w:rsidRPr="001015B6">
                                    <w:rPr>
                                      <w:rStyle w:val="IntenseReference"/>
                                      <w:color w:val="C00000"/>
                                    </w:rPr>
                                    <w:t>We pay our bills in _______ days.</w:t>
                                  </w:r>
                                </w:p>
                                <w:p w14:paraId="697F9BD9" w14:textId="77777777" w:rsidR="001E3B05" w:rsidRPr="001015B6" w:rsidRDefault="001E3B05" w:rsidP="00F74FD9">
                                  <w:pPr>
                                    <w:spacing w:line="360" w:lineRule="auto"/>
                                    <w:jc w:val="both"/>
                                    <w:rPr>
                                      <w:rStyle w:val="IntenseReference"/>
                                      <w:color w:val="C00000"/>
                                      <w:sz w:val="22"/>
                                      <w:szCs w:val="22"/>
                                    </w:rPr>
                                  </w:pPr>
                                  <w:r w:rsidRPr="001015B6">
                                    <w:rPr>
                                      <w:rStyle w:val="IntenseReference"/>
                                      <w:color w:val="C00000"/>
                                      <w:sz w:val="22"/>
                                      <w:szCs w:val="22"/>
                                    </w:rPr>
                                    <w:t>It takes us _______ to turn cash into cash.</w:t>
                                  </w:r>
                                </w:p>
                                <w:p w14:paraId="5F8AC473" w14:textId="77777777" w:rsidR="007C32DB" w:rsidRDefault="007C32DB" w:rsidP="007C32DB"/>
                                <w:p w14:paraId="699F49D7" w14:textId="77777777" w:rsidR="005E0479" w:rsidRDefault="001E3B05" w:rsidP="007C32DB">
                                  <w:pPr>
                                    <w:pStyle w:val="Heading4"/>
                                  </w:pPr>
                                  <w:r>
                                    <w:t>The Cash Flywheel</w:t>
                                  </w:r>
                                </w:p>
                                <w:p w14:paraId="1EE0A3AF" w14:textId="77777777" w:rsidR="001E3B05" w:rsidRDefault="001E3B05" w:rsidP="005E047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1E3B05">
                                    <w:rPr>
                                      <w:sz w:val="28"/>
                                      <w:szCs w:val="28"/>
                                    </w:rPr>
                                    <w:t>Revenue is a means to ________.</w:t>
                                  </w:r>
                                </w:p>
                                <w:p w14:paraId="2AF43D9A" w14:textId="77777777" w:rsidR="005E0479" w:rsidRDefault="001E3B05" w:rsidP="005E047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Profits are a means to ________. </w:t>
                                  </w:r>
                                </w:p>
                                <w:p w14:paraId="76EC0C4B" w14:textId="77777777" w:rsidR="00835F2B" w:rsidRDefault="00835F2B" w:rsidP="00835F2B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835F2B">
                                    <w:rPr>
                                      <w:sz w:val="20"/>
                                      <w:szCs w:val="20"/>
                                    </w:rPr>
                                    <w:t>(So let’s focus on our actual desired end.)</w:t>
                                  </w:r>
                                </w:p>
                                <w:p w14:paraId="58A080CC" w14:textId="77777777" w:rsidR="00835F2B" w:rsidRDefault="00835F2B" w:rsidP="005E047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079ED26" w14:textId="77777777" w:rsidR="00835F2B" w:rsidRDefault="00835F2B" w:rsidP="005E047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08B98E2" w14:textId="77777777" w:rsidR="008B7E0B" w:rsidRDefault="008B7E0B" w:rsidP="005E047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674D3EC" w14:textId="77777777" w:rsidR="00BD0F70" w:rsidRDefault="00BD0F70" w:rsidP="005E047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AF2B297" w14:textId="77777777" w:rsidR="00BD0F70" w:rsidRDefault="00BD0F70" w:rsidP="005E047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BBA367C" w14:textId="77777777" w:rsidR="00BD0F70" w:rsidRDefault="00BD0F70" w:rsidP="005E047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1C915A8" w14:textId="77777777" w:rsidR="00BD0F70" w:rsidRDefault="00BD0F70" w:rsidP="005E047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A508301" w14:textId="77777777" w:rsidR="00BD0F70" w:rsidRDefault="00BD0F70" w:rsidP="005E047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DBEA750" w14:textId="77777777" w:rsidR="00BD0F70" w:rsidRDefault="00BD0F70" w:rsidP="005E047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6257BC3" w14:textId="77777777" w:rsidR="00BD0F70" w:rsidRDefault="00BD0F70" w:rsidP="005E047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7099731" w14:textId="77777777" w:rsidR="0083664A" w:rsidRDefault="0083664A" w:rsidP="005E047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5FA2B35" w14:textId="77777777" w:rsidR="0083664A" w:rsidRDefault="0083664A" w:rsidP="005E047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9588C7D" w14:textId="77777777" w:rsidR="0083664A" w:rsidRDefault="0083664A" w:rsidP="005E047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512512D" w14:textId="77777777" w:rsidR="00BD0F70" w:rsidRPr="00BD0F70" w:rsidRDefault="00BD0F70" w:rsidP="0083664A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BD0F70">
                                    <w:rPr>
                                      <w:sz w:val="28"/>
                                      <w:szCs w:val="28"/>
                                    </w:rPr>
                                    <w:t xml:space="preserve">__________ 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happens when the flywheel spins __________.</w:t>
                                  </w:r>
                                </w:p>
                                <w:p w14:paraId="5AC12D46" w14:textId="77777777" w:rsidR="00BD0F70" w:rsidRPr="00BD0F70" w:rsidRDefault="00BD0F70" w:rsidP="005E047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887AE8E" id="Text Box 194" o:spid="_x0000_s1036" type="#_x0000_t202" style="width:237.5pt;height:49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" filled="f" stroked="f" strokeweight=".5pt">
                      <v:textbox>
                        <w:txbxContent>
                          <w:p w14:paraId="5D71D098" w14:textId="77777777" w:rsidR="007C32DB" w:rsidRDefault="0065526D" w:rsidP="007C32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E3B05">
                              <w:rPr>
                                <w:sz w:val="28"/>
                                <w:szCs w:val="28"/>
                              </w:rPr>
                              <w:t xml:space="preserve">A strong business is </w:t>
                            </w:r>
                            <w:r w:rsidR="001E3B05" w:rsidRPr="001E3B05">
                              <w:rPr>
                                <w:sz w:val="28"/>
                                <w:szCs w:val="28"/>
                              </w:rPr>
                              <w:t xml:space="preserve">one that can operate __________ without external capital while weathering the inevitable __________. </w:t>
                            </w:r>
                          </w:p>
                          <w:p w14:paraId="725C2FC8" w14:textId="77777777" w:rsidR="001E3B05" w:rsidRDefault="001E3B05" w:rsidP="007C32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5A20052" w14:textId="77777777" w:rsidR="001E3B05" w:rsidRPr="001E3B05" w:rsidRDefault="001E3B05" w:rsidP="007C32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Are you a strong business?   Y / N</w:t>
                            </w:r>
                          </w:p>
                          <w:p w14:paraId="42F31C96" w14:textId="77777777" w:rsidR="007C32DB" w:rsidRDefault="007C32DB" w:rsidP="007C32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39C7552" w14:textId="77777777" w:rsidR="001E3B05" w:rsidRDefault="001E3B05" w:rsidP="007C32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Strength Measurements:</w:t>
                            </w:r>
                          </w:p>
                          <w:p w14:paraId="244D8190" w14:textId="77777777" w:rsidR="001E3B05" w:rsidRPr="001015B6" w:rsidRDefault="001E3B05" w:rsidP="00F74FD9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pacing w:line="360" w:lineRule="auto"/>
                              <w:rPr>
                                <w:rStyle w:val="IntenseReference"/>
                                <w:color w:val="C00000"/>
                              </w:rPr>
                            </w:pPr>
                            <w:r w:rsidRPr="001015B6">
                              <w:rPr>
                                <w:rStyle w:val="IntenseReference"/>
                                <w:color w:val="C00000"/>
                              </w:rPr>
                              <w:t xml:space="preserve">It takes us ______ days to sell </w:t>
                            </w:r>
                            <w:r w:rsidR="00F74FD9" w:rsidRPr="001015B6">
                              <w:rPr>
                                <w:rStyle w:val="IntenseReference"/>
                                <w:color w:val="C00000"/>
                              </w:rPr>
                              <w:t>stuff</w:t>
                            </w:r>
                            <w:r w:rsidRPr="001015B6">
                              <w:rPr>
                                <w:rStyle w:val="IntenseReference"/>
                                <w:color w:val="C00000"/>
                              </w:rPr>
                              <w:t>.</w:t>
                            </w:r>
                          </w:p>
                          <w:p w14:paraId="4C7042AF" w14:textId="77777777" w:rsidR="00F74FD9" w:rsidRPr="001015B6" w:rsidRDefault="001E3B05" w:rsidP="00F74FD9">
                            <w:pPr>
                              <w:spacing w:line="360" w:lineRule="auto"/>
                              <w:jc w:val="center"/>
                              <w:rPr>
                                <w:rStyle w:val="IntenseReference"/>
                                <w:color w:val="C00000"/>
                              </w:rPr>
                            </w:pPr>
                            <w:r w:rsidRPr="001015B6">
                              <w:rPr>
                                <w:rStyle w:val="IntenseReference"/>
                                <w:color w:val="C00000"/>
                              </w:rPr>
                              <w:t>It takes us ______ days to get paid.</w:t>
                            </w:r>
                          </w:p>
                          <w:p w14:paraId="09BB1775" w14:textId="77777777" w:rsidR="001E3B05" w:rsidRPr="001015B6" w:rsidRDefault="001E3B05" w:rsidP="00F74FD9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pacing w:line="360" w:lineRule="auto"/>
                              <w:jc w:val="right"/>
                              <w:rPr>
                                <w:rStyle w:val="IntenseReference"/>
                                <w:color w:val="C00000"/>
                              </w:rPr>
                            </w:pPr>
                            <w:r w:rsidRPr="001015B6">
                              <w:rPr>
                                <w:rStyle w:val="IntenseReference"/>
                                <w:color w:val="C00000"/>
                              </w:rPr>
                              <w:t>We pay our bills in _______ days.</w:t>
                            </w:r>
                          </w:p>
                          <w:p w14:paraId="697F9BD9" w14:textId="77777777" w:rsidR="001E3B05" w:rsidRPr="001015B6" w:rsidRDefault="001E3B05" w:rsidP="00F74FD9">
                            <w:pPr>
                              <w:spacing w:line="360" w:lineRule="auto"/>
                              <w:jc w:val="both"/>
                              <w:rPr>
                                <w:rStyle w:val="IntenseReference"/>
                                <w:color w:val="C00000"/>
                                <w:sz w:val="22"/>
                                <w:szCs w:val="22"/>
                              </w:rPr>
                            </w:pPr>
                            <w:r w:rsidRPr="001015B6">
                              <w:rPr>
                                <w:rStyle w:val="IntenseReference"/>
                                <w:color w:val="C00000"/>
                                <w:sz w:val="22"/>
                                <w:szCs w:val="22"/>
                              </w:rPr>
                              <w:t>It takes us _______ to turn cash into cash.</w:t>
                            </w:r>
                          </w:p>
                          <w:p w14:paraId="5F8AC473" w14:textId="77777777" w:rsidR="007C32DB" w:rsidRDefault="007C32DB" w:rsidP="007C32DB"/>
                          <w:p w14:paraId="699F49D7" w14:textId="77777777" w:rsidR="005E0479" w:rsidRDefault="001E3B05" w:rsidP="007C32DB">
                            <w:pPr>
                              <w:pStyle w:val="Heading4"/>
                            </w:pPr>
                            <w:r>
                              <w:t>The Cash Flywheel</w:t>
                            </w:r>
                          </w:p>
                          <w:p w14:paraId="1EE0A3AF" w14:textId="77777777" w:rsidR="001E3B05" w:rsidRDefault="001E3B05" w:rsidP="005E047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E3B05">
                              <w:rPr>
                                <w:sz w:val="28"/>
                                <w:szCs w:val="28"/>
                              </w:rPr>
                              <w:t>Revenue is a means to ________.</w:t>
                            </w:r>
                          </w:p>
                          <w:p w14:paraId="2AF43D9A" w14:textId="77777777" w:rsidR="005E0479" w:rsidRDefault="001E3B05" w:rsidP="005E047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Profits are a means to ________. </w:t>
                            </w:r>
                          </w:p>
                          <w:p w14:paraId="76EC0C4B" w14:textId="77777777" w:rsidR="00835F2B" w:rsidRDefault="00835F2B" w:rsidP="00835F2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35F2B">
                              <w:rPr>
                                <w:sz w:val="20"/>
                                <w:szCs w:val="20"/>
                              </w:rPr>
                              <w:t>(So let’s focus on our actual desired end.)</w:t>
                            </w:r>
                          </w:p>
                          <w:p w14:paraId="58A080CC" w14:textId="77777777" w:rsidR="00835F2B" w:rsidRDefault="00835F2B" w:rsidP="005E047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079ED26" w14:textId="77777777" w:rsidR="00835F2B" w:rsidRDefault="00835F2B" w:rsidP="005E047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08B98E2" w14:textId="77777777" w:rsidR="008B7E0B" w:rsidRDefault="008B7E0B" w:rsidP="005E047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674D3EC" w14:textId="77777777" w:rsidR="00BD0F70" w:rsidRDefault="00BD0F70" w:rsidP="005E047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AF2B297" w14:textId="77777777" w:rsidR="00BD0F70" w:rsidRDefault="00BD0F70" w:rsidP="005E047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BBA367C" w14:textId="77777777" w:rsidR="00BD0F70" w:rsidRDefault="00BD0F70" w:rsidP="005E047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1C915A8" w14:textId="77777777" w:rsidR="00BD0F70" w:rsidRDefault="00BD0F70" w:rsidP="005E047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A508301" w14:textId="77777777" w:rsidR="00BD0F70" w:rsidRDefault="00BD0F70" w:rsidP="005E047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DBEA750" w14:textId="77777777" w:rsidR="00BD0F70" w:rsidRDefault="00BD0F70" w:rsidP="005E047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6257BC3" w14:textId="77777777" w:rsidR="00BD0F70" w:rsidRDefault="00BD0F70" w:rsidP="005E047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7099731" w14:textId="77777777" w:rsidR="0083664A" w:rsidRDefault="0083664A" w:rsidP="005E047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5FA2B35" w14:textId="77777777" w:rsidR="0083664A" w:rsidRDefault="0083664A" w:rsidP="005E047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9588C7D" w14:textId="77777777" w:rsidR="0083664A" w:rsidRDefault="0083664A" w:rsidP="005E047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512512D" w14:textId="77777777" w:rsidR="00BD0F70" w:rsidRPr="00BD0F70" w:rsidRDefault="00BD0F70" w:rsidP="0083664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D0F70">
                              <w:rPr>
                                <w:sz w:val="28"/>
                                <w:szCs w:val="28"/>
                              </w:rPr>
                              <w:t xml:space="preserve">__________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happens when the flywheel spins __________.</w:t>
                            </w:r>
                          </w:p>
                          <w:p w14:paraId="5AC12D46" w14:textId="77777777" w:rsidR="00BD0F70" w:rsidRPr="00BD0F70" w:rsidRDefault="00BD0F70" w:rsidP="005E047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272" w:type="dxa"/>
          </w:tcPr>
          <w:p w14:paraId="2FAA5693" w14:textId="77777777" w:rsidR="00997614" w:rsidRDefault="00E146B7" w:rsidP="00997614">
            <w:pPr>
              <w:ind w:left="144" w:right="144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46E747A" wp14:editId="5C774260">
                      <wp:extent cx="2893325" cy="581891"/>
                      <wp:effectExtent l="0" t="0" r="0" b="0"/>
                      <wp:docPr id="192" name="Text Box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93325" cy="58189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331ACE" w14:textId="77777777" w:rsidR="00E146B7" w:rsidRDefault="00F01F12" w:rsidP="00316F0A">
                                  <w:pPr>
                                    <w:pStyle w:val="Heading4"/>
                                  </w:pPr>
                                  <w:r>
                                    <w:t>How The Cash Flywheel works In Practice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46E747A" id="Text Box 192" o:spid="_x0000_s1037" type="#_x0000_t202" style="width:227.8pt;height:45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" filled="f" stroked="f" strokeweight=".5pt">
                      <v:textbox>
                        <w:txbxContent>
                          <w:p w14:paraId="5C331ACE" w14:textId="77777777" w:rsidR="00E146B7" w:rsidRDefault="00F01F12" w:rsidP="00316F0A">
                            <w:pPr>
                              <w:pStyle w:val="Heading4"/>
                            </w:pPr>
                            <w:r>
                              <w:t>How The Cash Flywheel works In Practice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34C80850" w14:textId="1ACA17F5" w:rsidR="00E146B7" w:rsidRDefault="00E146B7" w:rsidP="00997614">
            <w:pPr>
              <w:ind w:left="144" w:right="144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63A3B22" wp14:editId="63E80A36">
                      <wp:extent cx="3015615" cy="2619375"/>
                      <wp:effectExtent l="0" t="0" r="0" b="9525"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5615" cy="2619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FBA91B3" w14:textId="77777777" w:rsidR="00E146B7" w:rsidRDefault="00F01F12" w:rsidP="00E146B7">
                                  <w:r>
                                    <w:t>Betty’s Business Inc.</w:t>
                                  </w:r>
                                </w:p>
                                <w:p w14:paraId="33748421" w14:textId="77777777" w:rsidR="00F01F12" w:rsidRDefault="00F01F12" w:rsidP="00F01F12">
                                  <w:pPr>
                                    <w:pStyle w:val="ListParagraph"/>
                                    <w:numPr>
                                      <w:ilvl w:val="0"/>
                                      <w:numId w:val="15"/>
                                    </w:numPr>
                                  </w:pPr>
                                  <w:r>
                                    <w:t>Revenues: $1,000,000</w:t>
                                  </w:r>
                                </w:p>
                                <w:p w14:paraId="17FDA275" w14:textId="77777777" w:rsidR="00F74FD9" w:rsidRDefault="00F74FD9" w:rsidP="00F01F12">
                                  <w:pPr>
                                    <w:pStyle w:val="ListParagraph"/>
                                    <w:numPr>
                                      <w:ilvl w:val="0"/>
                                      <w:numId w:val="15"/>
                                    </w:numPr>
                                  </w:pPr>
                                  <w:r>
                                    <w:t>Avg. Days To Get Paid: 60 days</w:t>
                                  </w:r>
                                </w:p>
                                <w:tbl>
                                  <w:tblPr>
                                    <w:tblStyle w:val="GridTable7Colorful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260"/>
                                    <w:gridCol w:w="1170"/>
                                    <w:gridCol w:w="2021"/>
                                  </w:tblGrid>
                                  <w:tr w:rsidR="00DB73A7" w14:paraId="6CE54DFF" w14:textId="77777777" w:rsidTr="001015B6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/w:trPr>
                                    <w:tc>
                                      <w:tcPr>
      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      <w:tcW w:w="1260" w:type="dxa"/>
                                      </w:tcPr>
                                      <w:p w14:paraId="784E2C61" w14:textId="77777777" w:rsidR="00DB73A7" w:rsidRDefault="00DB73A7" w:rsidP="00F74FD9"/>
                                    </w:tc>
                                    <w:tc>
                                      <w:tcPr>
                                        <w:tcW w:w="1170" w:type="dxa"/>
                                        <w:vAlign w:val="bottom"/>
                                      </w:tcPr>
                                      <w:p w14:paraId="6A09892F" w14:textId="77777777" w:rsidR="00DB73A7" w:rsidRDefault="00DB73A7" w:rsidP="001015B6">
                                        <w:pPr>
                                          <w:jc w:val="center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Today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021" w:type="dxa"/>
                                        <w:vAlign w:val="bottom"/>
                                      </w:tcPr>
                                      <w:p w14:paraId="0AE0CB56" w14:textId="77777777" w:rsidR="00DB73A7" w:rsidRDefault="001015B6" w:rsidP="001015B6">
                                        <w:pPr>
                                          <w:jc w:val="center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 xml:space="preserve">If </w:t>
                                        </w:r>
                                        <w:r w:rsidR="00DB73A7">
                                          <w:t>Paid in</w:t>
                                        </w:r>
                                        <w:r>
                                          <w:t xml:space="preserve"> </w:t>
                                        </w:r>
                                        <w:r w:rsidR="00DB73A7">
                                          <w:t>30 Days</w:t>
                                        </w:r>
                                      </w:p>
                                    </w:tc>
                                  </w:tr>
                                  <w:tr w:rsidR="00DB73A7" w14:paraId="639C14CD" w14:textId="77777777" w:rsidTr="001015B6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260" w:type="dxa"/>
                                        <w:vAlign w:val="center"/>
                                      </w:tcPr>
                                      <w:p w14:paraId="33EE32D6" w14:textId="77777777" w:rsidR="00DB73A7" w:rsidRDefault="00DB73A7" w:rsidP="00F74FD9">
                                        <w:r>
                                          <w:t>Avg. AR Balance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70" w:type="dxa"/>
                                        <w:vAlign w:val="center"/>
                                      </w:tcPr>
                                      <w:p w14:paraId="542117AE" w14:textId="77777777" w:rsidR="00DB73A7" w:rsidRDefault="00DB73A7" w:rsidP="00F74FD9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$166</w:t>
                                        </w:r>
                                        <w:r w:rsidR="00062E3C">
                                          <w:t>,</w:t>
                                        </w:r>
                                        <w:r>
                                          <w:t>667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021" w:type="dxa"/>
                                        <w:vAlign w:val="center"/>
                                      </w:tcPr>
                                      <w:p w14:paraId="1496432F" w14:textId="77777777" w:rsidR="00DB73A7" w:rsidRDefault="00DB73A7" w:rsidP="00F74FD9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</w:p>
                                    </w:tc>
                                  </w:tr>
                                  <w:tr w:rsidR="00DB73A7" w14:paraId="2D4817FE" w14:textId="77777777" w:rsidTr="001015B6"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260" w:type="dxa"/>
                                        <w:vAlign w:val="center"/>
                                      </w:tcPr>
                                      <w:p w14:paraId="75D6D52F" w14:textId="77777777" w:rsidR="00DB73A7" w:rsidRDefault="00DB73A7" w:rsidP="00F74FD9">
                                        <w:r>
                                          <w:t>Avg. Daily Cash In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70" w:type="dxa"/>
                                        <w:vAlign w:val="center"/>
                                      </w:tcPr>
                                      <w:p w14:paraId="4DBD6EAC" w14:textId="77777777" w:rsidR="00DB73A7" w:rsidRDefault="00DB73A7" w:rsidP="00F74FD9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$</w:t>
                                        </w:r>
                                        <w:r w:rsidR="001015B6">
                                          <w:t>2,778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021" w:type="dxa"/>
                                        <w:vAlign w:val="center"/>
                                      </w:tcPr>
                                      <w:p w14:paraId="774BAD66" w14:textId="77777777" w:rsidR="00DB73A7" w:rsidRDefault="00DB73A7" w:rsidP="00F74FD9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</w:p>
                                    </w:tc>
                                  </w:tr>
                                  <w:tr w:rsidR="00DB73A7" w14:paraId="1BB2E489" w14:textId="77777777" w:rsidTr="001015B6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260" w:type="dxa"/>
                                        <w:vAlign w:val="center"/>
                                      </w:tcPr>
                                      <w:p w14:paraId="41CD4184" w14:textId="77777777" w:rsidR="001015B6" w:rsidRDefault="00DB73A7" w:rsidP="00F74FD9">
                                        <w:pPr>
                                          <w:rPr>
                                            <w:b/>
                                            <w:i w:val="0"/>
                                            <w:iCs w:val="0"/>
                                          </w:rPr>
                                        </w:pPr>
                                        <w:r w:rsidRPr="001015B6">
                                          <w:rPr>
                                            <w:b/>
                                          </w:rPr>
                                          <w:t xml:space="preserve">Cash In </w:t>
                                        </w:r>
                                      </w:p>
                                      <w:p w14:paraId="7A574169" w14:textId="77777777" w:rsidR="00DB73A7" w:rsidRPr="001015B6" w:rsidRDefault="00DB73A7" w:rsidP="00F74FD9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  <w:r w:rsidRPr="001015B6">
                                          <w:rPr>
                                            <w:b/>
                                          </w:rPr>
                                          <w:t>Bank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70" w:type="dxa"/>
                                        <w:vAlign w:val="center"/>
                                      </w:tcPr>
                                      <w:p w14:paraId="00755EE5" w14:textId="77777777" w:rsidR="001015B6" w:rsidRPr="001015B6" w:rsidRDefault="00DB73A7" w:rsidP="00F74FD9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b/>
                                          </w:rPr>
                                        </w:pPr>
                                        <w:r w:rsidRPr="001015B6">
                                          <w:rPr>
                                            <w:b/>
                                          </w:rPr>
                                          <w:t>$40,000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021" w:type="dxa"/>
                                        <w:vAlign w:val="center"/>
                                      </w:tcPr>
                                      <w:p w14:paraId="31C63383" w14:textId="77777777" w:rsidR="00DB73A7" w:rsidRPr="001015B6" w:rsidRDefault="00DB73A7" w:rsidP="00F74FD9">
                                        <w:pPr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8F626BC" w14:textId="77777777" w:rsidR="00F74FD9" w:rsidRDefault="00F74FD9" w:rsidP="00F74FD9"/>
                                <w:p w14:paraId="5638DD04" w14:textId="77777777" w:rsidR="001015B6" w:rsidRPr="0083664A" w:rsidRDefault="00635686" w:rsidP="00F74FD9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83664A">
                                    <w:rPr>
                                      <w:sz w:val="24"/>
                                    </w:rPr>
                                    <w:t xml:space="preserve">Betty has more cash </w:t>
                                  </w:r>
                                  <w:r w:rsidRPr="0083664A">
                                    <w:rPr>
                                      <w:b/>
                                      <w:sz w:val="24"/>
                                      <w:u w:val="single"/>
                                    </w:rPr>
                                    <w:t>without</w:t>
                                  </w:r>
                                  <w:r w:rsidRPr="0083664A"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  <w:p w14:paraId="5E83B506" w14:textId="77777777" w:rsidR="00635686" w:rsidRPr="0083664A" w:rsidRDefault="00635686" w:rsidP="00635686">
                                  <w:pPr>
                                    <w:pStyle w:val="ListParagraph"/>
                                    <w:numPr>
                                      <w:ilvl w:val="0"/>
                                      <w:numId w:val="16"/>
                                    </w:numPr>
                                    <w:rPr>
                                      <w:sz w:val="24"/>
                                    </w:rPr>
                                  </w:pPr>
                                  <w:r w:rsidRPr="0083664A">
                                    <w:rPr>
                                      <w:sz w:val="24"/>
                                    </w:rPr>
                                    <w:t>Increasing prices</w:t>
                                  </w:r>
                                </w:p>
                                <w:p w14:paraId="7DC48776" w14:textId="77777777" w:rsidR="0083664A" w:rsidRPr="0083664A" w:rsidRDefault="0083664A" w:rsidP="00635686">
                                  <w:pPr>
                                    <w:pStyle w:val="ListParagraph"/>
                                    <w:numPr>
                                      <w:ilvl w:val="0"/>
                                      <w:numId w:val="16"/>
                                    </w:numPr>
                                    <w:rPr>
                                      <w:sz w:val="24"/>
                                    </w:rPr>
                                  </w:pPr>
                                  <w:r w:rsidRPr="0083664A">
                                    <w:rPr>
                                      <w:sz w:val="24"/>
                                    </w:rPr>
                                    <w:t>Firing staff</w:t>
                                  </w:r>
                                </w:p>
                                <w:p w14:paraId="778DA35D" w14:textId="77777777" w:rsidR="00635686" w:rsidRPr="0083664A" w:rsidRDefault="00635686" w:rsidP="00635686">
                                  <w:pPr>
                                    <w:pStyle w:val="ListParagraph"/>
                                    <w:numPr>
                                      <w:ilvl w:val="0"/>
                                      <w:numId w:val="16"/>
                                    </w:numPr>
                                    <w:rPr>
                                      <w:sz w:val="24"/>
                                    </w:rPr>
                                  </w:pPr>
                                  <w:r w:rsidRPr="0083664A">
                                    <w:rPr>
                                      <w:sz w:val="24"/>
                                    </w:rPr>
                                    <w:t>Cutting expenses</w:t>
                                  </w:r>
                                </w:p>
                                <w:p w14:paraId="0FC11D66" w14:textId="77777777" w:rsidR="00635686" w:rsidRDefault="00635686" w:rsidP="0083664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63A3B22" id="Text Box 8" o:spid="_x0000_s1038" type="#_x0000_t202" style="width:237.45pt;height:20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" fillcolor="white [3201]" stroked="f" strokeweight=".5pt">
                      <v:textbox>
                        <w:txbxContent>
                          <w:p w14:paraId="7FBA91B3" w14:textId="77777777" w:rsidR="00E146B7" w:rsidRDefault="00F01F12" w:rsidP="00E146B7">
                            <w:r>
                              <w:t>Betty’s Business Inc.</w:t>
                            </w:r>
                          </w:p>
                          <w:p w14:paraId="33748421" w14:textId="77777777" w:rsidR="00F01F12" w:rsidRDefault="00F01F12" w:rsidP="00F01F12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</w:pPr>
                            <w:r>
                              <w:t>Revenues: $1,000,000</w:t>
                            </w:r>
                          </w:p>
                          <w:p w14:paraId="17FDA275" w14:textId="77777777" w:rsidR="00F74FD9" w:rsidRDefault="00F74FD9" w:rsidP="00F01F12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</w:pPr>
                            <w:r>
                              <w:t>Avg. Days To Get Paid: 60 days</w:t>
                            </w:r>
                          </w:p>
                          <w:tbl>
                            <w:tblPr>
                              <w:tblStyle w:val="GridTable7Colorful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260"/>
                              <w:gridCol w:w="1170"/>
                              <w:gridCol w:w="2021"/>
                            </w:tblGrid>
                            <w:tr w:rsidR="00DB73A7" w14:paraId="6CE54DFF" w14:textId="77777777" w:rsidTr="001015B6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<w:tcW w:w="1260" w:type="dxa"/>
                                </w:tcPr>
                                <w:p w14:paraId="784E2C61" w14:textId="77777777" w:rsidR="00DB73A7" w:rsidRDefault="00DB73A7" w:rsidP="00F74FD9"/>
                              </w:tc>
                              <w:tc>
                                <w:tcPr>
                                  <w:tcW w:w="1170" w:type="dxa"/>
                                  <w:vAlign w:val="bottom"/>
                                </w:tcPr>
                                <w:p w14:paraId="6A09892F" w14:textId="77777777" w:rsidR="00DB73A7" w:rsidRDefault="00DB73A7" w:rsidP="001015B6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Today</w:t>
                                  </w:r>
                                </w:p>
                              </w:tc>
                              <w:tc>
                                <w:tcPr>
                                  <w:tcW w:w="2021" w:type="dxa"/>
                                  <w:vAlign w:val="bottom"/>
                                </w:tcPr>
                                <w:p w14:paraId="0AE0CB56" w14:textId="77777777" w:rsidR="00DB73A7" w:rsidRDefault="001015B6" w:rsidP="001015B6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 xml:space="preserve">If </w:t>
                                  </w:r>
                                  <w:r w:rsidR="00DB73A7">
                                    <w:t>Paid in</w:t>
                                  </w:r>
                                  <w:r>
                                    <w:t xml:space="preserve"> </w:t>
                                  </w:r>
                                  <w:r w:rsidR="00DB73A7">
                                    <w:t>30 Days</w:t>
                                  </w:r>
                                </w:p>
                              </w:tc>
                            </w:tr>
                            <w:tr w:rsidR="00DB73A7" w14:paraId="639C14CD" w14:textId="77777777" w:rsidTr="001015B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260" w:type="dxa"/>
                                  <w:vAlign w:val="center"/>
                                </w:tcPr>
                                <w:p w14:paraId="33EE32D6" w14:textId="77777777" w:rsidR="00DB73A7" w:rsidRDefault="00DB73A7" w:rsidP="00F74FD9">
                                  <w:r>
                                    <w:t>Avg. AR Balance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vAlign w:val="center"/>
                                </w:tcPr>
                                <w:p w14:paraId="542117AE" w14:textId="77777777" w:rsidR="00DB73A7" w:rsidRDefault="00DB73A7" w:rsidP="00F74FD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$166</w:t>
                                  </w:r>
                                  <w:r w:rsidR="00062E3C">
                                    <w:t>,</w:t>
                                  </w:r>
                                  <w:r>
                                    <w:t>667</w:t>
                                  </w:r>
                                </w:p>
                              </w:tc>
                              <w:tc>
                                <w:tcPr>
                                  <w:tcW w:w="2021" w:type="dxa"/>
                                  <w:vAlign w:val="center"/>
                                </w:tcPr>
                                <w:p w14:paraId="1496432F" w14:textId="77777777" w:rsidR="00DB73A7" w:rsidRDefault="00DB73A7" w:rsidP="00F74FD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DB73A7" w14:paraId="2D4817FE" w14:textId="77777777" w:rsidTr="001015B6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260" w:type="dxa"/>
                                  <w:vAlign w:val="center"/>
                                </w:tcPr>
                                <w:p w14:paraId="75D6D52F" w14:textId="77777777" w:rsidR="00DB73A7" w:rsidRDefault="00DB73A7" w:rsidP="00F74FD9">
                                  <w:r>
                                    <w:t>Avg. Daily Cash In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vAlign w:val="center"/>
                                </w:tcPr>
                                <w:p w14:paraId="4DBD6EAC" w14:textId="77777777" w:rsidR="00DB73A7" w:rsidRDefault="00DB73A7" w:rsidP="00F74FD9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$</w:t>
                                  </w:r>
                                  <w:r w:rsidR="001015B6">
                                    <w:t>2,778</w:t>
                                  </w:r>
                                </w:p>
                              </w:tc>
                              <w:tc>
                                <w:tcPr>
                                  <w:tcW w:w="2021" w:type="dxa"/>
                                  <w:vAlign w:val="center"/>
                                </w:tcPr>
                                <w:p w14:paraId="774BAD66" w14:textId="77777777" w:rsidR="00DB73A7" w:rsidRDefault="00DB73A7" w:rsidP="00F74FD9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DB73A7" w14:paraId="1BB2E489" w14:textId="77777777" w:rsidTr="001015B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260" w:type="dxa"/>
                                  <w:vAlign w:val="center"/>
                                </w:tcPr>
                                <w:p w14:paraId="41CD4184" w14:textId="77777777" w:rsidR="001015B6" w:rsidRDefault="00DB73A7" w:rsidP="00F74FD9">
                                  <w:pPr>
                                    <w:rPr>
                                      <w:b/>
                                      <w:i w:val="0"/>
                                      <w:iCs w:val="0"/>
                                    </w:rPr>
                                  </w:pPr>
                                  <w:r w:rsidRPr="001015B6">
                                    <w:rPr>
                                      <w:b/>
                                    </w:rPr>
                                    <w:t xml:space="preserve">Cash In </w:t>
                                  </w:r>
                                </w:p>
                                <w:p w14:paraId="7A574169" w14:textId="77777777" w:rsidR="00DB73A7" w:rsidRPr="001015B6" w:rsidRDefault="00DB73A7" w:rsidP="00F74FD9">
                                  <w:pPr>
                                    <w:rPr>
                                      <w:b/>
                                    </w:rPr>
                                  </w:pPr>
                                  <w:r w:rsidRPr="001015B6">
                                    <w:rPr>
                                      <w:b/>
                                    </w:rPr>
                                    <w:t>Bank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vAlign w:val="center"/>
                                </w:tcPr>
                                <w:p w14:paraId="00755EE5" w14:textId="77777777" w:rsidR="001015B6" w:rsidRPr="001015B6" w:rsidRDefault="00DB73A7" w:rsidP="00F74FD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</w:rPr>
                                  </w:pPr>
                                  <w:r w:rsidRPr="001015B6">
                                    <w:rPr>
                                      <w:b/>
                                    </w:rPr>
                                    <w:t>$40,000</w:t>
                                  </w:r>
                                </w:p>
                              </w:tc>
                              <w:tc>
                                <w:tcPr>
                                  <w:tcW w:w="2021" w:type="dxa"/>
                                  <w:vAlign w:val="center"/>
                                </w:tcPr>
                                <w:p w14:paraId="31C63383" w14:textId="77777777" w:rsidR="00DB73A7" w:rsidRPr="001015B6" w:rsidRDefault="00DB73A7" w:rsidP="00F74FD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8F626BC" w14:textId="77777777" w:rsidR="00F74FD9" w:rsidRDefault="00F74FD9" w:rsidP="00F74FD9"/>
                          <w:p w14:paraId="5638DD04" w14:textId="77777777" w:rsidR="001015B6" w:rsidRPr="0083664A" w:rsidRDefault="00635686" w:rsidP="00F74FD9">
                            <w:pPr>
                              <w:rPr>
                                <w:sz w:val="24"/>
                              </w:rPr>
                            </w:pPr>
                            <w:r w:rsidRPr="0083664A">
                              <w:rPr>
                                <w:sz w:val="24"/>
                              </w:rPr>
                              <w:t xml:space="preserve">Betty has more cash </w:t>
                            </w:r>
                            <w:r w:rsidRPr="0083664A">
                              <w:rPr>
                                <w:b/>
                                <w:sz w:val="24"/>
                                <w:u w:val="single"/>
                              </w:rPr>
                              <w:t>without</w:t>
                            </w:r>
                            <w:r w:rsidRPr="0083664A">
                              <w:rPr>
                                <w:sz w:val="24"/>
                              </w:rPr>
                              <w:t>:</w:t>
                            </w:r>
                          </w:p>
                          <w:p w14:paraId="5E83B506" w14:textId="77777777" w:rsidR="00635686" w:rsidRPr="0083664A" w:rsidRDefault="00635686" w:rsidP="00635686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rPr>
                                <w:sz w:val="24"/>
                              </w:rPr>
                            </w:pPr>
                            <w:r w:rsidRPr="0083664A">
                              <w:rPr>
                                <w:sz w:val="24"/>
                              </w:rPr>
                              <w:t>Increasing prices</w:t>
                            </w:r>
                          </w:p>
                          <w:p w14:paraId="7DC48776" w14:textId="77777777" w:rsidR="0083664A" w:rsidRPr="0083664A" w:rsidRDefault="0083664A" w:rsidP="00635686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rPr>
                                <w:sz w:val="24"/>
                              </w:rPr>
                            </w:pPr>
                            <w:r w:rsidRPr="0083664A">
                              <w:rPr>
                                <w:sz w:val="24"/>
                              </w:rPr>
                              <w:t>Firing staff</w:t>
                            </w:r>
                          </w:p>
                          <w:p w14:paraId="778DA35D" w14:textId="77777777" w:rsidR="00635686" w:rsidRPr="0083664A" w:rsidRDefault="00635686" w:rsidP="00635686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rPr>
                                <w:sz w:val="24"/>
                              </w:rPr>
                            </w:pPr>
                            <w:r w:rsidRPr="0083664A">
                              <w:rPr>
                                <w:sz w:val="24"/>
                              </w:rPr>
                              <w:t>Cutting expenses</w:t>
                            </w:r>
                          </w:p>
                          <w:p w14:paraId="0FC11D66" w14:textId="77777777" w:rsidR="00635686" w:rsidRDefault="00635686" w:rsidP="0083664A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3B2051B" wp14:editId="059AFBD9">
                      <wp:extent cx="2893325" cy="571500"/>
                      <wp:effectExtent l="0" t="0" r="0" b="0"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93325" cy="571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2D5E063" w14:textId="77777777" w:rsidR="00E146B7" w:rsidRDefault="0083664A" w:rsidP="007C32DB">
                                  <w:pPr>
                                    <w:pStyle w:val="Heading4"/>
                                  </w:pPr>
                                  <w:r>
                                    <w:t>Make the Cash Flywheel Spin Faster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3B2051B" id="Text Box 9" o:spid="_x0000_s1039" type="#_x0000_t202" style="width:227.8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" filled="f" stroked="f" strokeweight=".5pt">
                      <v:textbox>
                        <w:txbxContent>
                          <w:p w14:paraId="32D5E063" w14:textId="77777777" w:rsidR="00E146B7" w:rsidRDefault="0083664A" w:rsidP="007C32DB">
                            <w:pPr>
                              <w:pStyle w:val="Heading4"/>
                            </w:pPr>
                            <w:r>
                              <w:t>Make the Cash Flywheel Spin Faster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78F3C6C4" w14:textId="21C804A6" w:rsidR="00E146B7" w:rsidRDefault="0083664A" w:rsidP="00997614">
            <w:pPr>
              <w:ind w:left="144" w:right="144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1670B75" wp14:editId="5A6D1838">
                      <wp:extent cx="3015615" cy="3248025"/>
                      <wp:effectExtent l="0" t="0" r="0" b="9525"/>
                      <wp:docPr id="228" name="Text Box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5615" cy="3248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CBB4EF5" w14:textId="77777777" w:rsidR="0083664A" w:rsidRDefault="0083664A" w:rsidP="0083664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The __________ the cash cycle, the more cash in the bank.</w:t>
                                  </w:r>
                                </w:p>
                                <w:p w14:paraId="38D1105B" w14:textId="77777777" w:rsidR="0083664A" w:rsidRDefault="0083664A" w:rsidP="0083664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76D3692" w14:textId="77777777" w:rsidR="0083664A" w:rsidRDefault="0083664A" w:rsidP="0083664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3 ways to make the cash flywheel spin faster:</w:t>
                                  </w:r>
                                </w:p>
                                <w:p w14:paraId="43D34BC4" w14:textId="77777777" w:rsidR="0083664A" w:rsidRDefault="0083664A" w:rsidP="0083664A">
                                  <w:pPr>
                                    <w:pStyle w:val="ListParagraph"/>
                                    <w:numPr>
                                      <w:ilvl w:val="0"/>
                                      <w:numId w:val="17"/>
                                    </w:num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Better _______ practices</w:t>
                                  </w:r>
                                </w:p>
                                <w:p w14:paraId="1C0E780B" w14:textId="77777777" w:rsidR="0083664A" w:rsidRDefault="0083664A" w:rsidP="0083664A">
                                  <w:pPr>
                                    <w:pStyle w:val="ListParagraph"/>
                                    <w:numPr>
                                      <w:ilvl w:val="0"/>
                                      <w:numId w:val="17"/>
                                    </w:num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Better _______ practices</w:t>
                                  </w:r>
                                </w:p>
                                <w:p w14:paraId="72200FAA" w14:textId="77777777" w:rsidR="0083664A" w:rsidRDefault="0083664A" w:rsidP="0083664A">
                                  <w:pPr>
                                    <w:pStyle w:val="ListParagraph"/>
                                    <w:numPr>
                                      <w:ilvl w:val="0"/>
                                      <w:numId w:val="17"/>
                                    </w:num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Better _______ practices</w:t>
                                  </w:r>
                                </w:p>
                                <w:p w14:paraId="5305EC82" w14:textId="77777777" w:rsidR="0083664A" w:rsidRDefault="0083664A" w:rsidP="0083664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4F2BE4" w14:textId="77777777" w:rsidR="0083664A" w:rsidRDefault="0083664A" w:rsidP="0083664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bookmarkStart w:id="4" w:name="_GoBack"/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What can you do now to put more cash in the bank?</w:t>
                                  </w:r>
                                </w:p>
                                <w:bookmarkEnd w:id="4"/>
                                <w:p w14:paraId="69539C8C" w14:textId="77777777" w:rsidR="0083664A" w:rsidRPr="0083664A" w:rsidRDefault="0083664A" w:rsidP="0083664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________________________________________________________________________________________________________________________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1670B75" id="Text Box 228" o:spid="_x0000_s1040" type="#_x0000_t202" style="width:237.45pt;height:25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" fillcolor="window" stroked="f" strokeweight=".5pt">
                      <v:textbox>
                        <w:txbxContent>
                          <w:p w14:paraId="7CBB4EF5" w14:textId="77777777" w:rsidR="0083664A" w:rsidRDefault="0083664A" w:rsidP="0083664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The __________ the cash cycle, the more cash in the bank.</w:t>
                            </w:r>
                          </w:p>
                          <w:p w14:paraId="38D1105B" w14:textId="77777777" w:rsidR="0083664A" w:rsidRDefault="0083664A" w:rsidP="0083664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76D3692" w14:textId="77777777" w:rsidR="0083664A" w:rsidRDefault="0083664A" w:rsidP="0083664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 ways to make the cash flywheel spin faster:</w:t>
                            </w:r>
                          </w:p>
                          <w:p w14:paraId="43D34BC4" w14:textId="77777777" w:rsidR="0083664A" w:rsidRDefault="0083664A" w:rsidP="0083664A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Better _______ practices</w:t>
                            </w:r>
                          </w:p>
                          <w:p w14:paraId="1C0E780B" w14:textId="77777777" w:rsidR="0083664A" w:rsidRDefault="0083664A" w:rsidP="0083664A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Better _______ practices</w:t>
                            </w:r>
                          </w:p>
                          <w:p w14:paraId="72200FAA" w14:textId="77777777" w:rsidR="0083664A" w:rsidRDefault="0083664A" w:rsidP="0083664A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Better _______ practices</w:t>
                            </w:r>
                          </w:p>
                          <w:p w14:paraId="5305EC82" w14:textId="77777777" w:rsidR="0083664A" w:rsidRDefault="0083664A" w:rsidP="0083664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54F2BE4" w14:textId="77777777" w:rsidR="0083664A" w:rsidRDefault="0083664A" w:rsidP="0083664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bookmarkStart w:id="5" w:name="_GoBack"/>
                            <w:r>
                              <w:rPr>
                                <w:sz w:val="28"/>
                                <w:szCs w:val="28"/>
                              </w:rPr>
                              <w:t>What can you do now to put more cash in the bank?</w:t>
                            </w:r>
                          </w:p>
                          <w:bookmarkEnd w:id="5"/>
                          <w:p w14:paraId="69539C8C" w14:textId="77777777" w:rsidR="0083664A" w:rsidRPr="0083664A" w:rsidRDefault="0083664A" w:rsidP="0083664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________________________________________________________________________________________________________________________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3B1D4803" w14:textId="77777777" w:rsidR="00E146B7" w:rsidRDefault="00E146B7" w:rsidP="00E146B7">
            <w:pPr>
              <w:ind w:right="144"/>
            </w:pPr>
          </w:p>
        </w:tc>
      </w:tr>
    </w:tbl>
    <w:p w14:paraId="26C93346" w14:textId="32943144" w:rsidR="00051AEB" w:rsidRPr="00520D53" w:rsidRDefault="00051AEB" w:rsidP="001C0654">
      <w:pPr>
        <w:ind w:right="144"/>
      </w:pPr>
    </w:p>
    <w:sectPr w:rsidR="00051AEB" w:rsidRPr="00520D53" w:rsidSect="00520D53">
      <w:type w:val="nextColumn"/>
      <w:pgSz w:w="15840" w:h="12240" w:orient="landscape" w:code="1"/>
      <w:pgMar w:top="360" w:right="0" w:bottom="360" w:left="0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2DA395" w14:textId="77777777" w:rsidR="005C2796" w:rsidRDefault="005C2796" w:rsidP="009670BF">
      <w:r>
        <w:separator/>
      </w:r>
    </w:p>
  </w:endnote>
  <w:endnote w:type="continuationSeparator" w:id="0">
    <w:p w14:paraId="0871BFAD" w14:textId="77777777" w:rsidR="005C2796" w:rsidRDefault="005C2796" w:rsidP="00967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irdfield">
    <w:panose1 w:val="00000000000000000000"/>
    <w:charset w:val="00"/>
    <w:family w:val="auto"/>
    <w:pitch w:val="variable"/>
    <w:sig w:usb0="80000023" w:usb1="10000002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3A2816" w14:textId="77777777" w:rsidR="005C2796" w:rsidRDefault="005C2796" w:rsidP="009670BF">
      <w:r>
        <w:separator/>
      </w:r>
    </w:p>
  </w:footnote>
  <w:footnote w:type="continuationSeparator" w:id="0">
    <w:p w14:paraId="1ADE4655" w14:textId="77777777" w:rsidR="005C2796" w:rsidRDefault="005C2796" w:rsidP="009670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4F6C61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5A48A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F184E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9769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8D6212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B4E9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2273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946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AA8E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D5ECD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D9439A"/>
    <w:multiLevelType w:val="hybridMultilevel"/>
    <w:tmpl w:val="4E14DF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F4A18"/>
    <w:multiLevelType w:val="hybridMultilevel"/>
    <w:tmpl w:val="9ADA4D92"/>
    <w:lvl w:ilvl="0" w:tplc="77AA523C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A37F5"/>
    <w:multiLevelType w:val="hybridMultilevel"/>
    <w:tmpl w:val="D0D88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055492"/>
    <w:multiLevelType w:val="hybridMultilevel"/>
    <w:tmpl w:val="7422CB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C8723F"/>
    <w:multiLevelType w:val="hybridMultilevel"/>
    <w:tmpl w:val="C5B65E5C"/>
    <w:lvl w:ilvl="0" w:tplc="297AA72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662864"/>
    <w:multiLevelType w:val="hybridMultilevel"/>
    <w:tmpl w:val="8A0682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7A6A67"/>
    <w:multiLevelType w:val="hybridMultilevel"/>
    <w:tmpl w:val="62C21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6"/>
  </w:num>
  <w:num w:numId="13">
    <w:abstractNumId w:val="10"/>
  </w:num>
  <w:num w:numId="14">
    <w:abstractNumId w:val="15"/>
  </w:num>
  <w:num w:numId="15">
    <w:abstractNumId w:val="12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 fill="f" fillcolor="white" stroke="f" strokecolor="#c9f">
      <v:fill color="white" on="f"/>
      <v:stroke color="#c9f" weight="1.5pt" on="f"/>
      <o:colormru v:ext="edit" colors="#9cf,#fc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BE5"/>
    <w:rsid w:val="00022169"/>
    <w:rsid w:val="00051AEB"/>
    <w:rsid w:val="000541DD"/>
    <w:rsid w:val="00056AE7"/>
    <w:rsid w:val="00056E5E"/>
    <w:rsid w:val="00062E3C"/>
    <w:rsid w:val="000641F7"/>
    <w:rsid w:val="00066B9A"/>
    <w:rsid w:val="00081EB1"/>
    <w:rsid w:val="000879BE"/>
    <w:rsid w:val="000A4144"/>
    <w:rsid w:val="000C2C07"/>
    <w:rsid w:val="000C437B"/>
    <w:rsid w:val="000F4F38"/>
    <w:rsid w:val="000F6246"/>
    <w:rsid w:val="001015B6"/>
    <w:rsid w:val="00135F6D"/>
    <w:rsid w:val="001368FB"/>
    <w:rsid w:val="001773FC"/>
    <w:rsid w:val="00190238"/>
    <w:rsid w:val="0019220F"/>
    <w:rsid w:val="001A1CCE"/>
    <w:rsid w:val="001C0654"/>
    <w:rsid w:val="001E1930"/>
    <w:rsid w:val="001E35DB"/>
    <w:rsid w:val="001E3B05"/>
    <w:rsid w:val="001E5B52"/>
    <w:rsid w:val="001F1D98"/>
    <w:rsid w:val="001F24D4"/>
    <w:rsid w:val="001F5E36"/>
    <w:rsid w:val="002029F1"/>
    <w:rsid w:val="002049AA"/>
    <w:rsid w:val="00226B4E"/>
    <w:rsid w:val="00242515"/>
    <w:rsid w:val="00250F89"/>
    <w:rsid w:val="002873C7"/>
    <w:rsid w:val="002A6D1B"/>
    <w:rsid w:val="002B10BC"/>
    <w:rsid w:val="002E4755"/>
    <w:rsid w:val="002E7F74"/>
    <w:rsid w:val="00311432"/>
    <w:rsid w:val="00316F0A"/>
    <w:rsid w:val="00320B3D"/>
    <w:rsid w:val="00326C63"/>
    <w:rsid w:val="003374E3"/>
    <w:rsid w:val="003433BE"/>
    <w:rsid w:val="00365F22"/>
    <w:rsid w:val="00373928"/>
    <w:rsid w:val="00395998"/>
    <w:rsid w:val="00397C43"/>
    <w:rsid w:val="003B534A"/>
    <w:rsid w:val="003C2C8D"/>
    <w:rsid w:val="003C4D02"/>
    <w:rsid w:val="003D6F3A"/>
    <w:rsid w:val="003E3EF7"/>
    <w:rsid w:val="003E6F76"/>
    <w:rsid w:val="003F6D4D"/>
    <w:rsid w:val="00413B2D"/>
    <w:rsid w:val="004236C9"/>
    <w:rsid w:val="00423B05"/>
    <w:rsid w:val="00424F02"/>
    <w:rsid w:val="00461BDC"/>
    <w:rsid w:val="00465785"/>
    <w:rsid w:val="0047016C"/>
    <w:rsid w:val="004740BB"/>
    <w:rsid w:val="00480E36"/>
    <w:rsid w:val="00484C88"/>
    <w:rsid w:val="00486E9E"/>
    <w:rsid w:val="0049066A"/>
    <w:rsid w:val="00491776"/>
    <w:rsid w:val="004A4695"/>
    <w:rsid w:val="004B1A33"/>
    <w:rsid w:val="004C1586"/>
    <w:rsid w:val="004F658A"/>
    <w:rsid w:val="00505416"/>
    <w:rsid w:val="00506068"/>
    <w:rsid w:val="005063B3"/>
    <w:rsid w:val="005067A5"/>
    <w:rsid w:val="00515AA0"/>
    <w:rsid w:val="005206AB"/>
    <w:rsid w:val="00520D53"/>
    <w:rsid w:val="005253D2"/>
    <w:rsid w:val="005307E5"/>
    <w:rsid w:val="005456C7"/>
    <w:rsid w:val="0055036F"/>
    <w:rsid w:val="00555FFE"/>
    <w:rsid w:val="00557008"/>
    <w:rsid w:val="00557A64"/>
    <w:rsid w:val="00557D3C"/>
    <w:rsid w:val="0057068F"/>
    <w:rsid w:val="00583313"/>
    <w:rsid w:val="005863BA"/>
    <w:rsid w:val="00590B14"/>
    <w:rsid w:val="005A3EA7"/>
    <w:rsid w:val="005B31D2"/>
    <w:rsid w:val="005C1924"/>
    <w:rsid w:val="005C2796"/>
    <w:rsid w:val="005D3173"/>
    <w:rsid w:val="005E0479"/>
    <w:rsid w:val="005E4232"/>
    <w:rsid w:val="005E49E4"/>
    <w:rsid w:val="00614973"/>
    <w:rsid w:val="00635686"/>
    <w:rsid w:val="00640F61"/>
    <w:rsid w:val="0064297C"/>
    <w:rsid w:val="0064622B"/>
    <w:rsid w:val="0065526D"/>
    <w:rsid w:val="00673B4B"/>
    <w:rsid w:val="006976F2"/>
    <w:rsid w:val="006F7640"/>
    <w:rsid w:val="00702DD7"/>
    <w:rsid w:val="00705BEA"/>
    <w:rsid w:val="00713393"/>
    <w:rsid w:val="00720A0F"/>
    <w:rsid w:val="00721726"/>
    <w:rsid w:val="0072655B"/>
    <w:rsid w:val="00726B33"/>
    <w:rsid w:val="007352E2"/>
    <w:rsid w:val="007367ED"/>
    <w:rsid w:val="007513EB"/>
    <w:rsid w:val="00764955"/>
    <w:rsid w:val="00770B4B"/>
    <w:rsid w:val="00775D14"/>
    <w:rsid w:val="007841F4"/>
    <w:rsid w:val="00790C35"/>
    <w:rsid w:val="007A5AF9"/>
    <w:rsid w:val="007B47AA"/>
    <w:rsid w:val="007C32DB"/>
    <w:rsid w:val="007F61EC"/>
    <w:rsid w:val="0081051F"/>
    <w:rsid w:val="00815D15"/>
    <w:rsid w:val="00835F2B"/>
    <w:rsid w:val="0083664A"/>
    <w:rsid w:val="008619C8"/>
    <w:rsid w:val="00880354"/>
    <w:rsid w:val="008B7E0B"/>
    <w:rsid w:val="008C0458"/>
    <w:rsid w:val="008C0FE8"/>
    <w:rsid w:val="008C6A43"/>
    <w:rsid w:val="008C783E"/>
    <w:rsid w:val="008E56FA"/>
    <w:rsid w:val="008E7187"/>
    <w:rsid w:val="00906CA7"/>
    <w:rsid w:val="009146F2"/>
    <w:rsid w:val="0092124E"/>
    <w:rsid w:val="00924BF8"/>
    <w:rsid w:val="00953F84"/>
    <w:rsid w:val="009629DE"/>
    <w:rsid w:val="009670BF"/>
    <w:rsid w:val="0099163D"/>
    <w:rsid w:val="00993539"/>
    <w:rsid w:val="00997614"/>
    <w:rsid w:val="00997622"/>
    <w:rsid w:val="009B61B1"/>
    <w:rsid w:val="009C400F"/>
    <w:rsid w:val="009D3F98"/>
    <w:rsid w:val="00A02B04"/>
    <w:rsid w:val="00A03602"/>
    <w:rsid w:val="00A1456C"/>
    <w:rsid w:val="00A20E4B"/>
    <w:rsid w:val="00A46381"/>
    <w:rsid w:val="00A57095"/>
    <w:rsid w:val="00AA0E09"/>
    <w:rsid w:val="00AA33BC"/>
    <w:rsid w:val="00AB027D"/>
    <w:rsid w:val="00AD2E5C"/>
    <w:rsid w:val="00B44AFE"/>
    <w:rsid w:val="00B71B05"/>
    <w:rsid w:val="00B74896"/>
    <w:rsid w:val="00B82BE5"/>
    <w:rsid w:val="00BA7D7E"/>
    <w:rsid w:val="00BB4054"/>
    <w:rsid w:val="00BC1757"/>
    <w:rsid w:val="00BC730B"/>
    <w:rsid w:val="00BD0BA1"/>
    <w:rsid w:val="00BD0F70"/>
    <w:rsid w:val="00BD1A0E"/>
    <w:rsid w:val="00BD1B8D"/>
    <w:rsid w:val="00C04D29"/>
    <w:rsid w:val="00C05660"/>
    <w:rsid w:val="00C06B4F"/>
    <w:rsid w:val="00C15F5E"/>
    <w:rsid w:val="00C21379"/>
    <w:rsid w:val="00C6213B"/>
    <w:rsid w:val="00C67399"/>
    <w:rsid w:val="00C72419"/>
    <w:rsid w:val="00C7782D"/>
    <w:rsid w:val="00CC50E0"/>
    <w:rsid w:val="00D2792B"/>
    <w:rsid w:val="00D67A7D"/>
    <w:rsid w:val="00D72AB2"/>
    <w:rsid w:val="00DA13D4"/>
    <w:rsid w:val="00DA356F"/>
    <w:rsid w:val="00DB73A7"/>
    <w:rsid w:val="00E146B7"/>
    <w:rsid w:val="00E232A6"/>
    <w:rsid w:val="00E335AF"/>
    <w:rsid w:val="00E53716"/>
    <w:rsid w:val="00E86F30"/>
    <w:rsid w:val="00E91193"/>
    <w:rsid w:val="00EA4608"/>
    <w:rsid w:val="00EA5F11"/>
    <w:rsid w:val="00EB236D"/>
    <w:rsid w:val="00EE6CFA"/>
    <w:rsid w:val="00EF541D"/>
    <w:rsid w:val="00F01F12"/>
    <w:rsid w:val="00F0618F"/>
    <w:rsid w:val="00F24D57"/>
    <w:rsid w:val="00F413ED"/>
    <w:rsid w:val="00F432A4"/>
    <w:rsid w:val="00F53F77"/>
    <w:rsid w:val="00F62F51"/>
    <w:rsid w:val="00F743E0"/>
    <w:rsid w:val="00F74FD9"/>
    <w:rsid w:val="00FA1B95"/>
    <w:rsid w:val="00FB240C"/>
    <w:rsid w:val="00FB3767"/>
    <w:rsid w:val="00FC004E"/>
    <w:rsid w:val="00FC32DD"/>
    <w:rsid w:val="00FC4690"/>
    <w:rsid w:val="00FF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 strokecolor="#c9f">
      <v:fill color="white" on="f"/>
      <v:stroke color="#c9f" weight="1.5pt" on="f"/>
      <o:colormru v:ext="edit" colors="#9cf,#fc6"/>
    </o:shapedefaults>
    <o:shapelayout v:ext="edit">
      <o:idmap v:ext="edit" data="1"/>
    </o:shapelayout>
  </w:shapeDefaults>
  <w:decimalSymbol w:val="."/>
  <w:listSeparator w:val=","/>
  <w14:docId w14:val="55B5E975"/>
  <w15:chartTrackingRefBased/>
  <w15:docId w15:val="{6A19C2A5-0593-41EA-9609-214EDD9C3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4695"/>
    <w:rPr>
      <w:rFonts w:asciiTheme="minorHAnsi" w:hAnsiTheme="minorHAnsi"/>
      <w:sz w:val="21"/>
      <w:szCs w:val="24"/>
    </w:rPr>
  </w:style>
  <w:style w:type="paragraph" w:styleId="Heading1">
    <w:name w:val="heading 1"/>
    <w:next w:val="BodyText"/>
    <w:link w:val="Heading1Char"/>
    <w:qFormat/>
    <w:rsid w:val="004A4695"/>
    <w:pPr>
      <w:outlineLvl w:val="0"/>
    </w:pPr>
    <w:rPr>
      <w:rFonts w:asciiTheme="majorHAnsi" w:hAnsiTheme="majorHAnsi" w:cs="Arial"/>
      <w:b/>
      <w:color w:val="A5300F" w:themeColor="accent1"/>
      <w:spacing w:val="40"/>
      <w:sz w:val="36"/>
      <w:szCs w:val="32"/>
    </w:rPr>
  </w:style>
  <w:style w:type="paragraph" w:styleId="Heading2">
    <w:name w:val="heading 2"/>
    <w:basedOn w:val="Heading1"/>
    <w:next w:val="BodyText"/>
    <w:link w:val="Heading2Char"/>
    <w:qFormat/>
    <w:rsid w:val="00491776"/>
    <w:pPr>
      <w:outlineLvl w:val="1"/>
    </w:pPr>
    <w:rPr>
      <w:spacing w:val="0"/>
      <w:sz w:val="40"/>
    </w:rPr>
  </w:style>
  <w:style w:type="paragraph" w:styleId="Heading3">
    <w:name w:val="heading 3"/>
    <w:next w:val="BodyText"/>
    <w:link w:val="Heading3Char"/>
    <w:qFormat/>
    <w:rsid w:val="004A4695"/>
    <w:pPr>
      <w:spacing w:after="120"/>
      <w:outlineLvl w:val="2"/>
    </w:pPr>
    <w:rPr>
      <w:rFonts w:asciiTheme="majorHAnsi" w:hAnsiTheme="majorHAnsi" w:cs="Arial"/>
      <w:b/>
      <w:caps/>
      <w:color w:val="A5300F" w:themeColor="accent1"/>
      <w:sz w:val="28"/>
      <w:szCs w:val="52"/>
    </w:rPr>
  </w:style>
  <w:style w:type="paragraph" w:styleId="Heading4">
    <w:name w:val="heading 4"/>
    <w:next w:val="Normal"/>
    <w:link w:val="Heading4Char"/>
    <w:qFormat/>
    <w:rsid w:val="003C4D02"/>
    <w:pPr>
      <w:spacing w:after="240"/>
      <w:outlineLvl w:val="3"/>
    </w:pPr>
    <w:rPr>
      <w:rFonts w:ascii="Birdfield" w:hAnsi="Birdfield" w:cs="Arial"/>
      <w:b/>
      <w:noProof/>
      <w:color w:val="C00000"/>
      <w:spacing w:val="10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next w:val="Normal"/>
    <w:link w:val="BodyTextChar"/>
    <w:rsid w:val="00E53716"/>
    <w:pPr>
      <w:spacing w:after="240" w:line="240" w:lineRule="atLeast"/>
    </w:pPr>
    <w:rPr>
      <w:rFonts w:ascii="Arial" w:hAnsi="Arial" w:cs="Arial"/>
      <w:spacing w:val="-5"/>
      <w:sz w:val="22"/>
      <w:szCs w:val="22"/>
    </w:rPr>
  </w:style>
  <w:style w:type="paragraph" w:customStyle="1" w:styleId="Tagline">
    <w:name w:val="Tagline"/>
    <w:basedOn w:val="BodyText"/>
    <w:rsid w:val="00673B4B"/>
    <w:pPr>
      <w:jc w:val="center"/>
    </w:pPr>
  </w:style>
  <w:style w:type="character" w:customStyle="1" w:styleId="Heading2Char">
    <w:name w:val="Heading 2 Char"/>
    <w:basedOn w:val="DefaultParagraphFont"/>
    <w:link w:val="Heading2"/>
    <w:rsid w:val="00491776"/>
    <w:rPr>
      <w:rFonts w:asciiTheme="majorHAnsi" w:hAnsiTheme="majorHAnsi" w:cs="Arial"/>
      <w:b/>
      <w:color w:val="99CC00"/>
      <w:sz w:val="40"/>
      <w:szCs w:val="32"/>
    </w:rPr>
  </w:style>
  <w:style w:type="character" w:customStyle="1" w:styleId="Heading1Char">
    <w:name w:val="Heading 1 Char"/>
    <w:basedOn w:val="DefaultParagraphFont"/>
    <w:link w:val="Heading1"/>
    <w:rsid w:val="004A4695"/>
    <w:rPr>
      <w:rFonts w:asciiTheme="majorHAnsi" w:hAnsiTheme="majorHAnsi" w:cs="Arial"/>
      <w:b/>
      <w:color w:val="A5300F" w:themeColor="accent1"/>
      <w:spacing w:val="40"/>
      <w:sz w:val="36"/>
      <w:szCs w:val="32"/>
    </w:rPr>
  </w:style>
  <w:style w:type="paragraph" w:customStyle="1" w:styleId="Address2">
    <w:name w:val="Address 2"/>
    <w:basedOn w:val="Normal"/>
    <w:rsid w:val="00673B4B"/>
    <w:pPr>
      <w:keepLines/>
      <w:jc w:val="center"/>
    </w:pPr>
    <w:rPr>
      <w:rFonts w:cs="Arial"/>
      <w:sz w:val="20"/>
      <w:szCs w:val="20"/>
    </w:rPr>
  </w:style>
  <w:style w:type="paragraph" w:customStyle="1" w:styleId="HighlightTextChar">
    <w:name w:val="Highlight Text Char"/>
    <w:next w:val="BodyText"/>
    <w:link w:val="HighlightTextCharChar"/>
    <w:rsid w:val="00E53716"/>
    <w:pPr>
      <w:pBdr>
        <w:left w:val="single" w:sz="6" w:space="9" w:color="FFFFFF"/>
        <w:right w:val="single" w:sz="6" w:space="31" w:color="FFFFFF"/>
      </w:pBdr>
      <w:shd w:val="solid" w:color="E3F1FF" w:fill="99CCFF"/>
      <w:ind w:left="144" w:right="864"/>
      <w:outlineLvl w:val="0"/>
    </w:pPr>
    <w:rPr>
      <w:rFonts w:ascii="Trebuchet MS" w:hAnsi="Trebuchet MS" w:cs="Arial"/>
      <w:color w:val="000080"/>
      <w:sz w:val="22"/>
      <w:szCs w:val="22"/>
    </w:rPr>
  </w:style>
  <w:style w:type="paragraph" w:customStyle="1" w:styleId="BodyText4">
    <w:name w:val="Body Text 4"/>
    <w:basedOn w:val="BodyText1"/>
    <w:rsid w:val="00056AE7"/>
    <w:pPr>
      <w:jc w:val="center"/>
    </w:pPr>
  </w:style>
  <w:style w:type="character" w:customStyle="1" w:styleId="HighlightTextCharChar">
    <w:name w:val="Highlight Text Char Char"/>
    <w:basedOn w:val="DefaultParagraphFont"/>
    <w:link w:val="HighlightTextChar"/>
    <w:rsid w:val="00E53716"/>
    <w:rPr>
      <w:rFonts w:ascii="Trebuchet MS" w:hAnsi="Trebuchet MS" w:cs="Arial"/>
      <w:color w:val="000080"/>
      <w:sz w:val="22"/>
      <w:szCs w:val="22"/>
      <w:lang w:val="en-US" w:eastAsia="en-US" w:bidi="ar-SA"/>
    </w:rPr>
  </w:style>
  <w:style w:type="paragraph" w:customStyle="1" w:styleId="BodyText1">
    <w:name w:val="Body Text 1"/>
    <w:basedOn w:val="BodyText"/>
    <w:rsid w:val="00673B4B"/>
    <w:pPr>
      <w:spacing w:after="0"/>
    </w:pPr>
    <w:rPr>
      <w:i/>
    </w:rPr>
  </w:style>
  <w:style w:type="paragraph" w:customStyle="1" w:styleId="Address1">
    <w:name w:val="Address 1"/>
    <w:rsid w:val="00E53716"/>
    <w:pPr>
      <w:jc w:val="center"/>
    </w:pPr>
    <w:rPr>
      <w:rFonts w:ascii="Trebuchet MS" w:hAnsi="Trebuchet MS" w:cs="Arial"/>
      <w:bCs/>
      <w:color w:val="99CC00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E53716"/>
    <w:rPr>
      <w:rFonts w:ascii="Arial" w:hAnsi="Arial" w:cs="Arial"/>
      <w:spacing w:val="-5"/>
      <w:sz w:val="22"/>
      <w:szCs w:val="22"/>
      <w:lang w:val="en-US" w:eastAsia="en-US" w:bidi="ar-SA"/>
    </w:rPr>
  </w:style>
  <w:style w:type="character" w:customStyle="1" w:styleId="Heading4Char">
    <w:name w:val="Heading 4 Char"/>
    <w:basedOn w:val="BodyTextChar"/>
    <w:link w:val="Heading4"/>
    <w:rsid w:val="003C4D02"/>
    <w:rPr>
      <w:rFonts w:ascii="Birdfield" w:hAnsi="Birdfield" w:cs="Arial"/>
      <w:b/>
      <w:noProof/>
      <w:color w:val="C00000"/>
      <w:spacing w:val="10"/>
      <w:sz w:val="28"/>
      <w:szCs w:val="32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rsid w:val="004A4695"/>
    <w:rPr>
      <w:rFonts w:asciiTheme="majorHAnsi" w:hAnsiTheme="majorHAnsi" w:cs="Arial"/>
      <w:b/>
      <w:caps/>
      <w:color w:val="A5300F" w:themeColor="accent1"/>
      <w:sz w:val="28"/>
      <w:szCs w:val="52"/>
    </w:rPr>
  </w:style>
  <w:style w:type="paragraph" w:styleId="BodyText2">
    <w:name w:val="Body Text 2"/>
    <w:basedOn w:val="Normal"/>
    <w:rsid w:val="00673B4B"/>
    <w:pPr>
      <w:spacing w:before="120" w:after="360"/>
      <w:jc w:val="right"/>
    </w:pPr>
    <w:rPr>
      <w:rFonts w:ascii="Trebuchet MS" w:hAnsi="Trebuchet MS"/>
      <w:color w:val="99CC00"/>
      <w:sz w:val="22"/>
    </w:rPr>
  </w:style>
  <w:style w:type="paragraph" w:styleId="ListBullet">
    <w:name w:val="List Bullet"/>
    <w:basedOn w:val="Normal"/>
    <w:autoRedefine/>
    <w:rsid w:val="00E53716"/>
    <w:pPr>
      <w:keepLines/>
      <w:numPr>
        <w:numId w:val="11"/>
      </w:numPr>
      <w:pBdr>
        <w:top w:val="single" w:sz="6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clear" w:color="FFFFFF" w:fill="auto"/>
      <w:spacing w:after="120" w:line="200" w:lineRule="atLeast"/>
      <w:ind w:right="245"/>
    </w:pPr>
    <w:rPr>
      <w:rFonts w:ascii="Trebuchet MS" w:hAnsi="Trebuchet MS" w:cs="Arial"/>
      <w:iCs/>
      <w:spacing w:val="-5"/>
      <w:sz w:val="22"/>
      <w:szCs w:val="22"/>
    </w:rPr>
  </w:style>
  <w:style w:type="paragraph" w:styleId="BalloonText">
    <w:name w:val="Balloon Text"/>
    <w:basedOn w:val="Normal"/>
    <w:semiHidden/>
    <w:rsid w:val="00A1456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2655B"/>
    <w:rPr>
      <w:rFonts w:asciiTheme="minorHAnsi" w:hAnsiTheme="minorHAnsi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70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70BF"/>
    <w:rPr>
      <w:rFonts w:asciiTheme="minorHAnsi" w:hAnsiTheme="minorHAns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670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70BF"/>
    <w:rPr>
      <w:rFonts w:asciiTheme="minorHAnsi" w:hAnsiTheme="minorHAnsi"/>
      <w:sz w:val="24"/>
      <w:szCs w:val="24"/>
    </w:rPr>
  </w:style>
  <w:style w:type="table" w:styleId="TableGrid">
    <w:name w:val="Table Grid"/>
    <w:basedOn w:val="TableNormal"/>
    <w:uiPriority w:val="39"/>
    <w:rsid w:val="00520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ress">
    <w:name w:val="Address"/>
    <w:basedOn w:val="Normal"/>
    <w:rsid w:val="00924BF8"/>
    <w:pPr>
      <w:jc w:val="center"/>
    </w:pPr>
    <w:rPr>
      <w:rFonts w:ascii="Tahoma" w:hAnsi="Tahoma" w:cs="Arial"/>
      <w:bCs/>
      <w:spacing w:val="2"/>
      <w:kern w:val="28"/>
      <w:sz w:val="34"/>
      <w:szCs w:val="32"/>
      <w:lang w:val="en"/>
    </w:rPr>
  </w:style>
  <w:style w:type="paragraph" w:customStyle="1" w:styleId="BrochureCopy">
    <w:name w:val="Brochure Copy"/>
    <w:basedOn w:val="Normal"/>
    <w:rsid w:val="005E0479"/>
    <w:pPr>
      <w:spacing w:after="120" w:line="300" w:lineRule="auto"/>
    </w:pPr>
    <w:rPr>
      <w:rFonts w:eastAsiaTheme="minorHAnsi" w:cstheme="minorBidi"/>
      <w:sz w:val="18"/>
      <w:szCs w:val="22"/>
    </w:rPr>
  </w:style>
  <w:style w:type="paragraph" w:customStyle="1" w:styleId="CaptionHeading">
    <w:name w:val="Caption Heading"/>
    <w:basedOn w:val="Normal"/>
    <w:qFormat/>
    <w:rsid w:val="00E146B7"/>
    <w:pPr>
      <w:spacing w:after="120" w:line="312" w:lineRule="auto"/>
    </w:pPr>
    <w:rPr>
      <w:rFonts w:asciiTheme="majorHAnsi" w:eastAsiaTheme="minorHAnsi" w:hAnsiTheme="majorHAnsi" w:cstheme="minorBidi"/>
      <w:color w:val="AC7117" w:themeColor="accent3" w:themeShade="BF"/>
      <w:sz w:val="20"/>
      <w:szCs w:val="22"/>
    </w:rPr>
  </w:style>
  <w:style w:type="paragraph" w:customStyle="1" w:styleId="BrochureCaption">
    <w:name w:val="Brochure Caption"/>
    <w:basedOn w:val="Normal"/>
    <w:rsid w:val="00E146B7"/>
    <w:pPr>
      <w:spacing w:line="432" w:lineRule="auto"/>
    </w:pPr>
    <w:rPr>
      <w:rFonts w:eastAsiaTheme="minorHAnsi" w:cstheme="minorBidi"/>
      <w:i/>
      <w:color w:val="AC7117" w:themeColor="accent3" w:themeShade="BF"/>
      <w:sz w:val="18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4A4695"/>
    <w:rPr>
      <w:color w:val="B19C7D" w:themeColor="accent4"/>
      <w:sz w:val="72"/>
    </w:rPr>
  </w:style>
  <w:style w:type="character" w:customStyle="1" w:styleId="TitleChar">
    <w:name w:val="Title Char"/>
    <w:basedOn w:val="DefaultParagraphFont"/>
    <w:link w:val="Title"/>
    <w:uiPriority w:val="10"/>
    <w:rsid w:val="004A4695"/>
    <w:rPr>
      <w:rFonts w:asciiTheme="majorHAnsi" w:hAnsiTheme="majorHAnsi" w:cs="Arial"/>
      <w:b/>
      <w:color w:val="B19C7D" w:themeColor="accent4"/>
      <w:spacing w:val="40"/>
      <w:sz w:val="72"/>
      <w:szCs w:val="32"/>
    </w:rPr>
  </w:style>
  <w:style w:type="character" w:styleId="IntenseEmphasis">
    <w:name w:val="Intense Emphasis"/>
    <w:basedOn w:val="DefaultParagraphFont"/>
    <w:uiPriority w:val="21"/>
    <w:qFormat/>
    <w:rsid w:val="000F4F38"/>
    <w:rPr>
      <w:rFonts w:asciiTheme="minorHAnsi" w:hAnsiTheme="minorHAnsi"/>
      <w:i/>
      <w:iCs/>
      <w:color w:val="B19C7D" w:themeColor="accent4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32DB"/>
    <w:pPr>
      <w:numPr>
        <w:ilvl w:val="1"/>
      </w:numPr>
      <w:spacing w:after="160"/>
    </w:pPr>
    <w:rPr>
      <w:rFonts w:eastAsiaTheme="minorEastAsia" w:cstheme="minorBidi"/>
      <w:color w:val="D55816" w:themeColor="accent2"/>
      <w:spacing w:val="15"/>
      <w:sz w:val="2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C32DB"/>
    <w:rPr>
      <w:rFonts w:asciiTheme="minorHAnsi" w:eastAsiaTheme="minorEastAsia" w:hAnsiTheme="minorHAnsi" w:cstheme="minorBidi"/>
      <w:color w:val="D55816" w:themeColor="accent2"/>
      <w:spacing w:val="15"/>
      <w:sz w:val="24"/>
      <w:szCs w:val="22"/>
    </w:rPr>
  </w:style>
  <w:style w:type="character" w:styleId="SubtleEmphasis">
    <w:name w:val="Subtle Emphasis"/>
    <w:basedOn w:val="DefaultParagraphFont"/>
    <w:uiPriority w:val="19"/>
    <w:qFormat/>
    <w:rsid w:val="004A4695"/>
    <w:rPr>
      <w:rFonts w:asciiTheme="minorHAnsi" w:hAnsiTheme="minorHAnsi"/>
      <w:i/>
      <w:iCs/>
      <w:color w:val="B19C7D" w:themeColor="accent4"/>
    </w:rPr>
  </w:style>
  <w:style w:type="paragraph" w:styleId="Quote">
    <w:name w:val="Quote"/>
    <w:basedOn w:val="Normal"/>
    <w:next w:val="Normal"/>
    <w:link w:val="QuoteChar"/>
    <w:uiPriority w:val="29"/>
    <w:qFormat/>
    <w:rsid w:val="004A4695"/>
    <w:pPr>
      <w:spacing w:before="200" w:after="160"/>
      <w:ind w:left="864" w:right="864"/>
      <w:jc w:val="center"/>
    </w:pPr>
    <w:rPr>
      <w:i/>
      <w:iCs/>
      <w:color w:val="B19C7D" w:themeColor="accent4"/>
    </w:rPr>
  </w:style>
  <w:style w:type="character" w:customStyle="1" w:styleId="QuoteChar">
    <w:name w:val="Quote Char"/>
    <w:basedOn w:val="DefaultParagraphFont"/>
    <w:link w:val="Quote"/>
    <w:uiPriority w:val="29"/>
    <w:rsid w:val="004A4695"/>
    <w:rPr>
      <w:rFonts w:asciiTheme="minorHAnsi" w:hAnsiTheme="minorHAnsi"/>
      <w:i/>
      <w:iCs/>
      <w:color w:val="B19C7D" w:themeColor="accent4"/>
      <w:sz w:val="24"/>
      <w:szCs w:val="24"/>
    </w:rPr>
  </w:style>
  <w:style w:type="paragraph" w:customStyle="1" w:styleId="Address3">
    <w:name w:val="Address 3"/>
    <w:basedOn w:val="Subtitle"/>
    <w:link w:val="Address3Char"/>
    <w:qFormat/>
    <w:rsid w:val="000F4F38"/>
    <w:pPr>
      <w:spacing w:after="0"/>
      <w:jc w:val="center"/>
    </w:pPr>
  </w:style>
  <w:style w:type="character" w:customStyle="1" w:styleId="Address3Char">
    <w:name w:val="Address 3 Char"/>
    <w:basedOn w:val="SubtitleChar"/>
    <w:link w:val="Address3"/>
    <w:rsid w:val="000F4F38"/>
    <w:rPr>
      <w:rFonts w:asciiTheme="minorHAnsi" w:eastAsiaTheme="minorEastAsia" w:hAnsiTheme="minorHAnsi" w:cstheme="minorBidi"/>
      <w:color w:val="D55816" w:themeColor="accent2"/>
      <w:spacing w:val="15"/>
      <w:sz w:val="24"/>
      <w:szCs w:val="22"/>
    </w:rPr>
  </w:style>
  <w:style w:type="paragraph" w:styleId="ListParagraph">
    <w:name w:val="List Paragraph"/>
    <w:basedOn w:val="Normal"/>
    <w:uiPriority w:val="34"/>
    <w:qFormat/>
    <w:rsid w:val="0065526D"/>
    <w:pPr>
      <w:ind w:left="720"/>
      <w:contextualSpacing/>
    </w:pPr>
  </w:style>
  <w:style w:type="character" w:styleId="IntenseReference">
    <w:name w:val="Intense Reference"/>
    <w:basedOn w:val="DefaultParagraphFont"/>
    <w:uiPriority w:val="32"/>
    <w:qFormat/>
    <w:rsid w:val="00316F0A"/>
    <w:rPr>
      <w:b/>
      <w:bCs/>
      <w:smallCaps/>
      <w:color w:val="A5300F" w:themeColor="accent1"/>
      <w:spacing w:val="5"/>
    </w:rPr>
  </w:style>
  <w:style w:type="table" w:styleId="ListTable4-Accent5">
    <w:name w:val="List Table 4 Accent 5"/>
    <w:basedOn w:val="TableNormal"/>
    <w:uiPriority w:val="49"/>
    <w:rsid w:val="001015B6"/>
    <w:tblPr>
      <w:tblStyleRowBandSize w:val="1"/>
      <w:tblStyleColBandSize w:val="1"/>
      <w:tblBorders>
        <w:top w:val="single" w:sz="4" w:space="0" w:color="B89C91" w:themeColor="accent5" w:themeTint="99"/>
        <w:left w:val="single" w:sz="4" w:space="0" w:color="B89C91" w:themeColor="accent5" w:themeTint="99"/>
        <w:bottom w:val="single" w:sz="4" w:space="0" w:color="B89C91" w:themeColor="accent5" w:themeTint="99"/>
        <w:right w:val="single" w:sz="4" w:space="0" w:color="B89C91" w:themeColor="accent5" w:themeTint="99"/>
        <w:insideH w:val="single" w:sz="4" w:space="0" w:color="B89C91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F5F52" w:themeColor="accent5"/>
          <w:left w:val="single" w:sz="4" w:space="0" w:color="7F5F52" w:themeColor="accent5"/>
          <w:bottom w:val="single" w:sz="4" w:space="0" w:color="7F5F52" w:themeColor="accent5"/>
          <w:right w:val="single" w:sz="4" w:space="0" w:color="7F5F52" w:themeColor="accent5"/>
          <w:insideH w:val="nil"/>
        </w:tcBorders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B89C91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EDA" w:themeFill="accent5" w:themeFillTint="33"/>
      </w:tcPr>
    </w:tblStylePr>
    <w:tblStylePr w:type="band1Horz">
      <w:tblPr/>
      <w:tcPr>
        <w:shd w:val="clear" w:color="auto" w:fill="E7DEDA" w:themeFill="accent5" w:themeFillTint="33"/>
      </w:tcPr>
    </w:tblStylePr>
  </w:style>
  <w:style w:type="table" w:styleId="GridTable7Colorful">
    <w:name w:val="Grid Table 7 Colorful"/>
    <w:basedOn w:val="TableNormal"/>
    <w:uiPriority w:val="52"/>
    <w:rsid w:val="001015B6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1C065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7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3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5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9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3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3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1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8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8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0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9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9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10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ian@seemorehawk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rian@seemorehawk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sv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ian\AppData\Local\Packages\Microsoft.MicrosoftEdge_8wekyb3d8bbwe\TempState\Downloads\tf10072667.dotx" TargetMode="External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tf10072667</Template>
  <TotalTime>2544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Gramm</dc:creator>
  <cp:keywords/>
  <dc:description/>
  <cp:lastModifiedBy>Brian Gramm</cp:lastModifiedBy>
  <cp:revision>16</cp:revision>
  <cp:lastPrinted>2018-02-20T18:20:00Z</cp:lastPrinted>
  <dcterms:created xsi:type="dcterms:W3CDTF">2018-01-21T20:25:00Z</dcterms:created>
  <dcterms:modified xsi:type="dcterms:W3CDTF">2018-02-21T12:01:00Z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TC060888481033</vt:lpwstr>
  </property>
</Properties>
</file>